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EF" w:rsidRPr="006F1AE8" w:rsidRDefault="000D53EF" w:rsidP="00297EA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000000"/>
          <w:sz w:val="36"/>
          <w:szCs w:val="36"/>
          <w:lang w:eastAsia="ru-RU"/>
        </w:rPr>
        <w:t>Конспект логопедических занятий по устранению</w:t>
      </w:r>
      <w:r w:rsidRPr="006F1AE8">
        <w:rPr>
          <w:rFonts w:ascii="Times New Roman" w:hAnsi="Times New Roman"/>
          <w:color w:val="199043"/>
          <w:sz w:val="36"/>
          <w:szCs w:val="36"/>
          <w:lang w:eastAsia="ru-RU"/>
        </w:rPr>
        <w:t xml:space="preserve"> </w:t>
      </w:r>
      <w:r w:rsidRPr="006F1AE8">
        <w:rPr>
          <w:rFonts w:ascii="Times New Roman" w:hAnsi="Times New Roman"/>
          <w:sz w:val="36"/>
          <w:szCs w:val="36"/>
          <w:lang w:eastAsia="ru-RU"/>
        </w:rPr>
        <w:t>дисграфии во 2-м классе</w:t>
      </w:r>
    </w:p>
    <w:p w:rsidR="000D53EF" w:rsidRPr="00297EA3" w:rsidRDefault="000D53EF" w:rsidP="00297EA3">
      <w:pPr>
        <w:shd w:val="clear" w:color="auto" w:fill="FFFFFF"/>
        <w:spacing w:after="0" w:line="240" w:lineRule="auto"/>
        <w:rPr>
          <w:rFonts w:ascii="Arial" w:hAnsi="Arial" w:cs="Arial"/>
          <w:color w:val="666666"/>
          <w:sz w:val="24"/>
          <w:szCs w:val="24"/>
          <w:lang w:eastAsia="ru-RU"/>
        </w:rPr>
      </w:pPr>
      <w:r w:rsidRPr="00B93C9A">
        <w:rPr>
          <w:rFonts w:ascii="Arial" w:hAnsi="Arial" w:cs="Arial"/>
          <w:color w:val="666666"/>
          <w:sz w:val="24"/>
          <w:szCs w:val="24"/>
          <w:lang w:eastAsia="ru-RU"/>
        </w:rPr>
        <w:pict>
          <v:rect id="_x0000_i1025" style="width:0;height:.75pt" o:hralign="center" o:hrstd="t" o:hr="t" fillcolor="#a0a0a0" stroked="f"/>
        </w:pic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Тема: 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Дифференциация звуков [Б]- [П]  в слогах, словах, в предложениях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, в тексте.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Цель: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 учить дифференцировать звуки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[Б]- [П], имеющие артикуляторно-акустическое сходство, определять их положение в слогах, словах, в предложениях, в тексте.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0D53EF" w:rsidRPr="006F1AE8" w:rsidRDefault="000D53EF" w:rsidP="00297EA3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учить  дифференцировать  звуки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[Б]- [П],  с опорой  на артикуляторные, зрительные и моторные ощущения;</w:t>
      </w:r>
    </w:p>
    <w:p w:rsidR="000D53EF" w:rsidRPr="006F1AE8" w:rsidRDefault="000D53EF" w:rsidP="00297EA3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развивать навыки  звукобуквенного анализа и фонематического восприятия, навыки самоконтроля;</w:t>
      </w:r>
    </w:p>
    <w:p w:rsidR="000D53EF" w:rsidRPr="006F1AE8" w:rsidRDefault="000D53EF" w:rsidP="00297EA3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п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редупреждение</w:t>
      </w:r>
      <w:r w:rsidRPr="006F1AE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оптической дисграфии и дислексии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;</w:t>
      </w:r>
    </w:p>
    <w:p w:rsidR="000D53EF" w:rsidRPr="006F1AE8" w:rsidRDefault="000D53EF" w:rsidP="00297EA3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развивать орфографическую зоркость;</w:t>
      </w:r>
    </w:p>
    <w:p w:rsidR="000D53EF" w:rsidRPr="006F1AE8" w:rsidRDefault="000D53EF" w:rsidP="00297EA3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расширить словарный запас путем словообразования;</w:t>
      </w:r>
    </w:p>
    <w:p w:rsidR="000D53EF" w:rsidRPr="006F1AE8" w:rsidRDefault="000D53EF" w:rsidP="00297EA3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воспитывать  интерес к занятиям, формировать  положительную учебную  мотивацию;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Оборудование: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графические профили звуков [Б]- [П] 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.</w:t>
      </w:r>
    </w:p>
    <w:p w:rsidR="000D53EF" w:rsidRPr="006F1AE8" w:rsidRDefault="000D53EF" w:rsidP="00297EA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ХОД ЗАНЯТИЯ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I. Организационный момент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– Здравствуйте, дети.  Садитесь.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 xml:space="preserve">– Сегодня у всех хорошее настроение, посмотрите друг на друга, мило улыбнитесь и приготовьтесь к занятию. 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– Какие две группы звуков вы знаете? </w:t>
      </w:r>
      <w:r w:rsidRPr="006F1AE8">
        <w:rPr>
          <w:rFonts w:ascii="Times New Roman" w:hAnsi="Times New Roman"/>
          <w:i/>
          <w:iCs/>
          <w:color w:val="333333"/>
          <w:sz w:val="24"/>
          <w:szCs w:val="24"/>
          <w:lang w:eastAsia="ru-RU"/>
        </w:rPr>
        <w:t>(Гласные и согласные)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– Назовите гласные I ряда; II ряда.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– На что указывают гласные I ряда? II ряда?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Какие бывают согласные? (твердые и мягкие, звонкие и глухие, парные и непарные).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– Молодцы!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II. Основная часть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color w:val="333333"/>
          <w:sz w:val="24"/>
          <w:szCs w:val="24"/>
          <w:lang w:eastAsia="ru-RU"/>
        </w:rPr>
        <w:t>Введение в тему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– Послушайте внимательно загадки.</w:t>
      </w:r>
    </w:p>
    <w:p w:rsidR="000D53EF" w:rsidRPr="006F1AE8" w:rsidRDefault="000D53EF" w:rsidP="00442E52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 Посадили зернышко – вырастили солнышко. (Подсолнух)</w:t>
      </w:r>
    </w:p>
    <w:p w:rsidR="000D53EF" w:rsidRPr="006F1AE8" w:rsidRDefault="000D53EF" w:rsidP="00442E52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 Что на  сковороду наливают и вчетверо сгибают? (Блин)</w:t>
      </w:r>
    </w:p>
    <w:p w:rsidR="000D53EF" w:rsidRPr="006F1AE8" w:rsidRDefault="000D53EF" w:rsidP="00442E5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 Какие  первые  звуки в словах подсолнух и блин?  ([Б]- [П] )</w:t>
      </w:r>
    </w:p>
    <w:p w:rsidR="000D53EF" w:rsidRPr="006F1AE8" w:rsidRDefault="000D53EF" w:rsidP="00442E5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Сегодня  будем различать  или  иначе дифференцировать звуки [Б]- [П].</w:t>
      </w:r>
    </w:p>
    <w:p w:rsidR="000D53EF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– Запишите сего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дняшнее число и тему занятия: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[Б] – [П]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Pr="006F1AE8">
        <w:rPr>
          <w:rFonts w:ascii="Times New Roman" w:hAnsi="Times New Roman"/>
          <w:b/>
          <w:color w:val="333333"/>
          <w:sz w:val="24"/>
          <w:szCs w:val="24"/>
          <w:lang w:eastAsia="ru-RU"/>
        </w:rPr>
        <w:t>1. Характеристика звуков по артикуляционным и акустическим признакам.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– Чтобы правильно писать Б и П, надо научиться различать соответствующ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ие им звуки.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br/>
        <w:t>– Возьмите зеркало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(каждое движение языка логопед показывает попутно)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-Когда  мы  произносим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[Б]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- г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убы сомкнуты под воздействием  воздушной струи - размыкаются, зубы  разомкнуты на небольшом расстоянии, язык лежит в ротово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й  полости,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голосовые связки работают,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горло дрожит.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 Дадим характеристику звуку   [Б] (согласный, твердый, звонкий)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-Уточним и произношение звука [ П]. Губы сомкнуты под воздействием  воздушной струи - размыкаются, зубы  разомкнуты на небольшом расстоянии, язык лежит в ротов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ой  полости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, голосовые связки  не работают, горло   не дрожит.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 Дадим характеристику звуку   [П] (согласный, твердый, глухой)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– В тетрадях запишем краткую характеристику звука: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[Б] – согл., тверд., звонк,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[П]  – согл., тверд., глух;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color w:val="333333"/>
          <w:sz w:val="24"/>
          <w:szCs w:val="24"/>
          <w:lang w:eastAsia="ru-RU"/>
        </w:rPr>
        <w:t>2. Изолированно прорабатываем звуки.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-Слушай набор звуков, услышишь [Б]- хлопни, услышав  [П]- топни.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Н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,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Р,Б,В,Т,П,Ы,Ц,В,Д,Ф,Б,Х,,П,К,Ы,С,П,С,П,Д,Т,Б,С,П,Ш,К,Л,Б,Т,Ч,П,Е,Н,П,Л,Д,Б,И,А,П,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color w:val="333333"/>
          <w:sz w:val="24"/>
          <w:szCs w:val="24"/>
          <w:lang w:eastAsia="ru-RU"/>
        </w:rPr>
        <w:t>3. Прорабатываем в слогах.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-Послушай слово и запиши первые две буквы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Слова: подарок, боль, палец, балерина, пуговица, бумага, пыль, быль, башня,  пашня.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color w:val="333333"/>
          <w:sz w:val="24"/>
          <w:szCs w:val="24"/>
          <w:lang w:eastAsia="ru-RU"/>
        </w:rPr>
        <w:t>4. Прорабатываем в словах.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-Раздели листочек на две колонки. В первую колонку записывай слова со звуком [Б], во вторую со звуком  [П].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Слова: бутылка, баловать, пустыня, польза, убыточный, наплести, волшебник, подобный, шампур, спал, трубы, кепка, обучать, тепло.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-Устное задание: замени в словах звук [Б] на [П] или наоборот, какое получится слово (работа над лексическим значением слов и расширение словарного запаса у учащихся).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Слова: бочка, сброс, плохи, быль, порт, напор, башня, палка, пар, панда, плеск.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color w:val="333333"/>
          <w:sz w:val="24"/>
          <w:szCs w:val="24"/>
          <w:lang w:eastAsia="ru-RU"/>
        </w:rPr>
        <w:t>5.Прорабатываем в предложениях.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-Я  прочитаю предложение  по 2 раза. При первом прочтении назови из каждого предложения слова со звуком [Б], при втором со звуком [П].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-В супницу налили вкусный бульон.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-Бананы растут на пальме.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-Дети ели полезную бруснику.</w:t>
      </w:r>
    </w:p>
    <w:p w:rsidR="000D53EF" w:rsidRPr="006F1AE8" w:rsidRDefault="000D53EF" w:rsidP="004952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-В зоопарке мы  видели барсука.</w:t>
      </w:r>
    </w:p>
    <w:p w:rsidR="000D53EF" w:rsidRPr="006F1AE8" w:rsidRDefault="000D53EF" w:rsidP="002408A6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6</w:t>
      </w:r>
      <w:r w:rsidRPr="006F1AE8">
        <w:rPr>
          <w:rFonts w:ascii="Times New Roman" w:hAnsi="Times New Roman"/>
          <w:b/>
          <w:color w:val="333333"/>
          <w:sz w:val="24"/>
          <w:szCs w:val="24"/>
          <w:lang w:eastAsia="ru-RU"/>
        </w:rPr>
        <w:t>. Прорабатываем в тексте, списывание с доски.</w:t>
      </w:r>
    </w:p>
    <w:p w:rsidR="000D53EF" w:rsidRPr="006F1AE8" w:rsidRDefault="000D53EF" w:rsidP="002408A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Спиши текст, вставь в него пропущенные буквы Б и П.</w:t>
      </w:r>
    </w:p>
    <w:p w:rsidR="000D53EF" w:rsidRPr="006F1AE8" w:rsidRDefault="000D53EF" w:rsidP="0009244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                 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За_лудились.</w:t>
      </w:r>
    </w:p>
    <w:p w:rsidR="000D53EF" w:rsidRPr="006F1AE8" w:rsidRDefault="000D53EF" w:rsidP="0009244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_оря  и    _оля      _ошли  _о   гри_ы. Весь день  _родили  по  _ору и за_лудились. В руках _олные корзины с _елыми гри_ами, под_ерёзовиками и о_ятами, а тро_инку потеряли. Стали они аукать. Вдруг ре_ята услышали голос со_аки. Ре_ятам  _овезло. Вскоре вместе с соседом  _етром  _етровичем и  со_акой _улькой _ришли в _осёлок.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III. Итог занятия</w:t>
      </w:r>
    </w:p>
    <w:p w:rsidR="000D53EF" w:rsidRPr="006F1AE8" w:rsidRDefault="000D53EF" w:rsidP="00297E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t>– Какие звуки мы сегодня учились различать?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– Дайте характеристику этим звукам.</w:t>
      </w:r>
      <w:r w:rsidRPr="006F1AE8">
        <w:rPr>
          <w:rFonts w:ascii="Times New Roman" w:hAnsi="Times New Roman"/>
          <w:color w:val="333333"/>
          <w:sz w:val="24"/>
          <w:szCs w:val="24"/>
          <w:lang w:eastAsia="ru-RU"/>
        </w:rPr>
        <w:br/>
        <w:t>– Спасибо всем за занятие, будьте здоровы!</w:t>
      </w:r>
    </w:p>
    <w:p w:rsidR="000D53EF" w:rsidRPr="006F1AE8" w:rsidRDefault="000D53E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D53EF" w:rsidRPr="006F1AE8" w:rsidSect="00DB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703"/>
    <w:multiLevelType w:val="multilevel"/>
    <w:tmpl w:val="6862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86653E"/>
    <w:multiLevelType w:val="multilevel"/>
    <w:tmpl w:val="ABC08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4CE"/>
    <w:rsid w:val="0005087E"/>
    <w:rsid w:val="0009244B"/>
    <w:rsid w:val="000A2568"/>
    <w:rsid w:val="000D53EF"/>
    <w:rsid w:val="002408A6"/>
    <w:rsid w:val="00297EA3"/>
    <w:rsid w:val="00413571"/>
    <w:rsid w:val="00442E52"/>
    <w:rsid w:val="004504CE"/>
    <w:rsid w:val="00495291"/>
    <w:rsid w:val="00575E1E"/>
    <w:rsid w:val="006A3530"/>
    <w:rsid w:val="006B2D92"/>
    <w:rsid w:val="006B707E"/>
    <w:rsid w:val="006F1AE8"/>
    <w:rsid w:val="00752A68"/>
    <w:rsid w:val="0076668F"/>
    <w:rsid w:val="0093163D"/>
    <w:rsid w:val="009B28BD"/>
    <w:rsid w:val="00B263B6"/>
    <w:rsid w:val="00B93C9A"/>
    <w:rsid w:val="00BD4E2F"/>
    <w:rsid w:val="00D72A3F"/>
    <w:rsid w:val="00DB656C"/>
    <w:rsid w:val="00E4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56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">
    <w:name w:val="c4"/>
    <w:basedOn w:val="Normal"/>
    <w:uiPriority w:val="99"/>
    <w:rsid w:val="00297E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DefaultParagraphFont"/>
    <w:uiPriority w:val="99"/>
    <w:rsid w:val="00297EA3"/>
    <w:rPr>
      <w:rFonts w:cs="Times New Roman"/>
    </w:rPr>
  </w:style>
  <w:style w:type="character" w:customStyle="1" w:styleId="c11">
    <w:name w:val="c11"/>
    <w:basedOn w:val="DefaultParagraphFont"/>
    <w:uiPriority w:val="99"/>
    <w:rsid w:val="00297EA3"/>
    <w:rPr>
      <w:rFonts w:cs="Times New Roman"/>
    </w:rPr>
  </w:style>
  <w:style w:type="paragraph" w:customStyle="1" w:styleId="c12">
    <w:name w:val="c12"/>
    <w:basedOn w:val="Normal"/>
    <w:uiPriority w:val="99"/>
    <w:rsid w:val="00297E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DefaultParagraphFont"/>
    <w:uiPriority w:val="99"/>
    <w:rsid w:val="00297EA3"/>
    <w:rPr>
      <w:rFonts w:cs="Times New Roman"/>
    </w:rPr>
  </w:style>
  <w:style w:type="paragraph" w:customStyle="1" w:styleId="c1">
    <w:name w:val="c1"/>
    <w:basedOn w:val="Normal"/>
    <w:uiPriority w:val="99"/>
    <w:rsid w:val="00297E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  <w:rsid w:val="00297EA3"/>
    <w:rPr>
      <w:rFonts w:cs="Times New Roman"/>
    </w:rPr>
  </w:style>
  <w:style w:type="character" w:customStyle="1" w:styleId="c3">
    <w:name w:val="c3"/>
    <w:basedOn w:val="DefaultParagraphFont"/>
    <w:uiPriority w:val="99"/>
    <w:rsid w:val="00297EA3"/>
    <w:rPr>
      <w:rFonts w:cs="Times New Roman"/>
    </w:rPr>
  </w:style>
  <w:style w:type="paragraph" w:customStyle="1" w:styleId="c16">
    <w:name w:val="c16"/>
    <w:basedOn w:val="Normal"/>
    <w:uiPriority w:val="99"/>
    <w:rsid w:val="00297E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DefaultParagraphFont"/>
    <w:uiPriority w:val="99"/>
    <w:rsid w:val="00297EA3"/>
    <w:rPr>
      <w:rFonts w:cs="Times New Roman"/>
    </w:rPr>
  </w:style>
  <w:style w:type="character" w:customStyle="1" w:styleId="c6">
    <w:name w:val="c6"/>
    <w:basedOn w:val="DefaultParagraphFont"/>
    <w:uiPriority w:val="99"/>
    <w:rsid w:val="00297EA3"/>
    <w:rPr>
      <w:rFonts w:cs="Times New Roman"/>
    </w:rPr>
  </w:style>
  <w:style w:type="character" w:customStyle="1" w:styleId="c23">
    <w:name w:val="c23"/>
    <w:basedOn w:val="DefaultParagraphFont"/>
    <w:uiPriority w:val="99"/>
    <w:rsid w:val="00297EA3"/>
    <w:rPr>
      <w:rFonts w:cs="Times New Roman"/>
    </w:rPr>
  </w:style>
  <w:style w:type="paragraph" w:customStyle="1" w:styleId="c13">
    <w:name w:val="c13"/>
    <w:basedOn w:val="Normal"/>
    <w:uiPriority w:val="99"/>
    <w:rsid w:val="00297E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DefaultParagraphFont"/>
    <w:uiPriority w:val="99"/>
    <w:rsid w:val="00297EA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01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158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0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2</Pages>
  <Words>632</Words>
  <Characters>3608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vnmiheeva</dc:creator>
  <cp:keywords/>
  <dc:description/>
  <cp:lastModifiedBy>Жанна</cp:lastModifiedBy>
  <cp:revision>8</cp:revision>
  <dcterms:created xsi:type="dcterms:W3CDTF">2026-01-29T11:58:00Z</dcterms:created>
  <dcterms:modified xsi:type="dcterms:W3CDTF">2026-02-02T06:18:00Z</dcterms:modified>
</cp:coreProperties>
</file>