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2E" w:rsidRDefault="00161F2E" w:rsidP="00D45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научно-практическая конференция</w:t>
      </w:r>
    </w:p>
    <w:p w:rsidR="00161F2E" w:rsidRDefault="00161F2E" w:rsidP="00D45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«Сегодня павшим и живым</w:t>
      </w: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br/>
        <w:t>Спасибо говорит Россия»</w:t>
      </w:r>
      <w:r>
        <w:rPr>
          <w:rFonts w:ascii="Times New Roman" w:hAnsi="Times New Roman"/>
          <w:sz w:val="28"/>
          <w:szCs w:val="28"/>
        </w:rPr>
        <w:t>,</w:t>
      </w:r>
    </w:p>
    <w:p w:rsidR="00161F2E" w:rsidRDefault="00161F2E" w:rsidP="00D45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посвящённая 75-летию Победы в  Великой Отечественной войне»</w:t>
      </w:r>
    </w:p>
    <w:p w:rsidR="00161F2E" w:rsidRDefault="00161F2E" w:rsidP="00D45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F2E" w:rsidRDefault="00161F2E" w:rsidP="00D454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Номинация:</w:t>
      </w:r>
    </w:p>
    <w:p w:rsidR="00161F2E" w:rsidRDefault="00161F2E" w:rsidP="00D454CC">
      <w:pPr>
        <w:tabs>
          <w:tab w:val="left" w:pos="993"/>
        </w:tabs>
        <w:jc w:val="center"/>
        <w:rPr>
          <w:rFonts w:ascii="Times New Roman" w:hAnsi="Times New Roman"/>
          <w:bCs/>
          <w:sz w:val="28"/>
          <w:szCs w:val="28"/>
        </w:rPr>
      </w:pPr>
      <w:r w:rsidRPr="00D454CC">
        <w:rPr>
          <w:rFonts w:ascii="Times New Roman" w:hAnsi="Times New Roman"/>
          <w:sz w:val="28"/>
          <w:szCs w:val="28"/>
        </w:rPr>
        <w:t xml:space="preserve">Конкурс </w:t>
      </w:r>
      <w:r w:rsidRPr="00D454CC">
        <w:rPr>
          <w:rFonts w:ascii="Times New Roman" w:hAnsi="Times New Roman"/>
          <w:bCs/>
          <w:sz w:val="28"/>
          <w:szCs w:val="28"/>
        </w:rPr>
        <w:t>методических разработок уроков, посвящённых 75-летию Победы в Великой Отечественной войне.</w:t>
      </w:r>
    </w:p>
    <w:p w:rsidR="00161F2E" w:rsidRDefault="00161F2E" w:rsidP="00D454CC">
      <w:pPr>
        <w:tabs>
          <w:tab w:val="left" w:pos="993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Методическая разработка урока литературы в 8 классе:</w:t>
      </w:r>
    </w:p>
    <w:p w:rsidR="00161F2E" w:rsidRDefault="00161F2E" w:rsidP="00D454C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D454CC">
        <w:rPr>
          <w:rFonts w:ascii="Times New Roman" w:hAnsi="Times New Roman"/>
          <w:bCs/>
          <w:sz w:val="40"/>
          <w:szCs w:val="40"/>
        </w:rPr>
        <w:t>«</w:t>
      </w:r>
      <w:r>
        <w:rPr>
          <w:rFonts w:ascii="Times New Roman" w:hAnsi="Times New Roman"/>
          <w:bCs/>
          <w:sz w:val="40"/>
          <w:szCs w:val="40"/>
        </w:rPr>
        <w:t>Героика и юмор в поэме</w:t>
      </w:r>
    </w:p>
    <w:p w:rsidR="00161F2E" w:rsidRDefault="00161F2E" w:rsidP="00D454C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А.Т.Твардовског</w:t>
      </w:r>
      <w:r w:rsidRPr="00D454CC">
        <w:rPr>
          <w:rFonts w:ascii="Times New Roman" w:hAnsi="Times New Roman"/>
          <w:bCs/>
          <w:sz w:val="40"/>
          <w:szCs w:val="40"/>
        </w:rPr>
        <w:t>о «Василий Теркин».</w:t>
      </w:r>
    </w:p>
    <w:p w:rsidR="00161F2E" w:rsidRPr="00D454CC" w:rsidRDefault="00161F2E" w:rsidP="00D454C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  <w:lang w:eastAsia="ru-RU"/>
        </w:rPr>
      </w:pPr>
      <w:r w:rsidRPr="00D454CC">
        <w:rPr>
          <w:rFonts w:ascii="Times New Roman" w:hAnsi="Times New Roman"/>
          <w:bCs/>
          <w:sz w:val="40"/>
          <w:szCs w:val="40"/>
        </w:rPr>
        <w:t>Характеристика Теркина»</w:t>
      </w:r>
    </w:p>
    <w:p w:rsidR="00161F2E" w:rsidRDefault="00161F2E" w:rsidP="00D454CC">
      <w:pPr>
        <w:spacing w:after="0" w:line="240" w:lineRule="auto"/>
        <w:jc w:val="center"/>
        <w:rPr>
          <w:b/>
          <w:sz w:val="28"/>
          <w:szCs w:val="28"/>
        </w:rPr>
      </w:pPr>
    </w:p>
    <w:p w:rsidR="00161F2E" w:rsidRDefault="00161F2E" w:rsidP="00D454CC">
      <w:pPr>
        <w:spacing w:line="240" w:lineRule="auto"/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Pr="00BA1C66" w:rsidRDefault="00161F2E" w:rsidP="00BA1C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1C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Урок разработан учителем русского языка и литературы</w:t>
      </w:r>
    </w:p>
    <w:p w:rsidR="00161F2E" w:rsidRPr="00BA1C66" w:rsidRDefault="00161F2E" w:rsidP="00BA1C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1C66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161F2E" w:rsidRPr="00BA1C66" w:rsidRDefault="00161F2E" w:rsidP="00BA1C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1C66">
        <w:rPr>
          <w:rFonts w:ascii="Times New Roman" w:hAnsi="Times New Roman"/>
          <w:sz w:val="28"/>
          <w:szCs w:val="28"/>
        </w:rPr>
        <w:t>«Муниципальная общеобразовательная школа п. Нива»</w:t>
      </w:r>
    </w:p>
    <w:p w:rsidR="00161F2E" w:rsidRPr="00BA1C66" w:rsidRDefault="00161F2E" w:rsidP="00BA1C6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A1C66">
        <w:rPr>
          <w:rFonts w:ascii="Times New Roman" w:hAnsi="Times New Roman"/>
          <w:sz w:val="28"/>
          <w:szCs w:val="28"/>
        </w:rPr>
        <w:t>Земляновой Ларисой Ивановной</w:t>
      </w:r>
    </w:p>
    <w:p w:rsidR="00161F2E" w:rsidRPr="00BA1C66" w:rsidRDefault="00161F2E" w:rsidP="00D454CC">
      <w:pPr>
        <w:jc w:val="right"/>
        <w:rPr>
          <w:rFonts w:ascii="Times New Roman" w:hAnsi="Times New Roman"/>
          <w:b/>
          <w:sz w:val="28"/>
          <w:szCs w:val="28"/>
        </w:rPr>
      </w:pPr>
    </w:p>
    <w:p w:rsidR="00161F2E" w:rsidRPr="00BA1C66" w:rsidRDefault="00161F2E">
      <w:pPr>
        <w:rPr>
          <w:rFonts w:ascii="Times New Roman" w:hAnsi="Times New Roman"/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Default="00161F2E">
      <w:pPr>
        <w:rPr>
          <w:b/>
          <w:sz w:val="28"/>
          <w:szCs w:val="28"/>
        </w:rPr>
      </w:pPr>
    </w:p>
    <w:p w:rsidR="00161F2E" w:rsidRPr="0054654F" w:rsidRDefault="00161F2E">
      <w:pPr>
        <w:rPr>
          <w:b/>
          <w:sz w:val="28"/>
          <w:szCs w:val="28"/>
        </w:rPr>
      </w:pPr>
      <w:r w:rsidRPr="0054654F">
        <w:rPr>
          <w:b/>
          <w:sz w:val="28"/>
          <w:szCs w:val="28"/>
        </w:rPr>
        <w:t>Урок литературы в 8 классе по поэме А.Т. Твардовского «Василий Теркин»</w:t>
      </w:r>
    </w:p>
    <w:p w:rsidR="00161F2E" w:rsidRDefault="00161F2E" w:rsidP="0054654F">
      <w:pPr>
        <w:jc w:val="center"/>
        <w:rPr>
          <w:b/>
          <w:sz w:val="28"/>
          <w:szCs w:val="28"/>
        </w:rPr>
      </w:pPr>
      <w:r w:rsidRPr="0054654F">
        <w:rPr>
          <w:b/>
          <w:sz w:val="28"/>
          <w:szCs w:val="28"/>
        </w:rPr>
        <w:t xml:space="preserve">Тема урока: </w:t>
      </w:r>
      <w:r>
        <w:rPr>
          <w:b/>
          <w:sz w:val="28"/>
          <w:szCs w:val="28"/>
        </w:rPr>
        <w:t>Героика и юмор в поэме А.Т.Твардовского «Василий Тёркин». Характеристика Тёркина.</w:t>
      </w:r>
    </w:p>
    <w:p w:rsidR="00161F2E" w:rsidRPr="0054654F" w:rsidRDefault="00161F2E">
      <w:pPr>
        <w:rPr>
          <w:b/>
          <w:sz w:val="28"/>
          <w:szCs w:val="28"/>
        </w:rPr>
      </w:pPr>
    </w:p>
    <w:p w:rsidR="00161F2E" w:rsidRPr="00BB704E" w:rsidRDefault="00161F2E" w:rsidP="00BB704E">
      <w:pPr>
        <w:shd w:val="clear" w:color="auto" w:fill="FFFFFF"/>
        <w:spacing w:after="150" w:line="240" w:lineRule="auto"/>
        <w:rPr>
          <w:rFonts w:ascii="Helvetica" w:hAnsi="Helvetica"/>
          <w:color w:val="FF0000"/>
          <w:sz w:val="21"/>
          <w:szCs w:val="21"/>
          <w:lang w:eastAsia="ru-RU"/>
        </w:rPr>
      </w:pPr>
      <w:r w:rsidRPr="0054654F">
        <w:rPr>
          <w:rFonts w:ascii="Times New Roman" w:hAnsi="Times New Roman"/>
          <w:b/>
          <w:sz w:val="28"/>
          <w:szCs w:val="28"/>
        </w:rPr>
        <w:t>Цель</w:t>
      </w:r>
      <w:r w:rsidRPr="0054654F">
        <w:rPr>
          <w:rFonts w:ascii="Times New Roman" w:hAnsi="Times New Roman"/>
          <w:sz w:val="28"/>
          <w:szCs w:val="28"/>
        </w:rPr>
        <w:t xml:space="preserve">: Проследить, как в поэме сочетается героика и юмор. </w:t>
      </w:r>
      <w:r w:rsidRPr="00BB704E">
        <w:rPr>
          <w:rFonts w:ascii="Helvetica" w:hAnsi="Helvetica"/>
          <w:color w:val="FF0000"/>
          <w:sz w:val="21"/>
          <w:szCs w:val="21"/>
          <w:lang w:eastAsia="ru-RU"/>
        </w:rPr>
        <w:t>Дать всестороннюю характеристику Василию Теркину – защитнику родной страны через разные формы работы на уроке: индивидуальные выступления, фронтальную беседу, через презентацию.</w:t>
      </w:r>
    </w:p>
    <w:p w:rsidR="00161F2E" w:rsidRPr="0054654F" w:rsidRDefault="00161F2E">
      <w:pPr>
        <w:rPr>
          <w:rFonts w:ascii="Times New Roman" w:hAnsi="Times New Roman"/>
          <w:sz w:val="28"/>
          <w:szCs w:val="28"/>
        </w:rPr>
      </w:pPr>
      <w:r w:rsidRPr="0054654F">
        <w:rPr>
          <w:rFonts w:ascii="Times New Roman" w:hAnsi="Times New Roman"/>
          <w:b/>
          <w:sz w:val="28"/>
          <w:szCs w:val="28"/>
        </w:rPr>
        <w:t>Задачи</w:t>
      </w:r>
      <w:r w:rsidRPr="0054654F">
        <w:rPr>
          <w:rFonts w:ascii="Times New Roman" w:hAnsi="Times New Roman"/>
          <w:sz w:val="28"/>
          <w:szCs w:val="28"/>
        </w:rPr>
        <w:t>:</w:t>
      </w:r>
    </w:p>
    <w:p w:rsidR="00161F2E" w:rsidRPr="0054654F" w:rsidRDefault="00161F2E">
      <w:pPr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sz w:val="28"/>
          <w:szCs w:val="28"/>
        </w:rPr>
        <w:t>1.Образовательные:</w:t>
      </w:r>
      <w:r w:rsidRPr="0054654F">
        <w:rPr>
          <w:rFonts w:ascii="Times New Roman" w:hAnsi="Times New Roman"/>
          <w:color w:val="000000"/>
          <w:sz w:val="28"/>
          <w:szCs w:val="28"/>
        </w:rPr>
        <w:t xml:space="preserve"> произвести идейно-художественный анализ поэмы "Василий Теркин", проникнуть в замысел автора; выявить определяющие качества</w:t>
      </w:r>
      <w:r w:rsidRPr="0054654F">
        <w:rPr>
          <w:rFonts w:ascii="Segoe UI Semibold" w:hAnsi="Segoe UI Semibold" w:cs="Segoe UI Semibold"/>
          <w:color w:val="000000"/>
          <w:sz w:val="28"/>
          <w:szCs w:val="28"/>
        </w:rPr>
        <w:t xml:space="preserve"> </w:t>
      </w:r>
      <w:r w:rsidRPr="0054654F">
        <w:rPr>
          <w:rFonts w:ascii="Times New Roman" w:hAnsi="Times New Roman"/>
          <w:color w:val="000000"/>
          <w:sz w:val="28"/>
          <w:szCs w:val="28"/>
        </w:rPr>
        <w:t>Василия Теркина; анализ глав произведения.</w:t>
      </w:r>
    </w:p>
    <w:p w:rsidR="00161F2E" w:rsidRPr="0054654F" w:rsidRDefault="00161F2E">
      <w:pPr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Pr="0054654F">
        <w:rPr>
          <w:rFonts w:ascii="Times New Roman" w:hAnsi="Times New Roman"/>
          <w:color w:val="000000"/>
          <w:sz w:val="28"/>
          <w:szCs w:val="28"/>
        </w:rPr>
        <w:t>азвивающие: развивать умение работы с текстом; учить самостоятельно мыслить, высказывать свою точку зрения и делать выводы; способствовать осмыслению учащимися трагических событий прошлого; развитие творческих способностей обучающихся.</w:t>
      </w:r>
    </w:p>
    <w:p w:rsidR="00161F2E" w:rsidRPr="0054654F" w:rsidRDefault="00161F2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Pr="0054654F">
        <w:rPr>
          <w:rFonts w:ascii="Times New Roman" w:hAnsi="Times New Roman"/>
          <w:color w:val="000000"/>
          <w:sz w:val="28"/>
          <w:szCs w:val="28"/>
        </w:rPr>
        <w:t>Воспитательные: проникнуться гордостью за русский народ-победитель; пробудить интерес к истории войны; способствовать воспитанию патриотических чувств.</w:t>
      </w:r>
    </w:p>
    <w:p w:rsidR="00161F2E" w:rsidRPr="0054654F" w:rsidRDefault="00161F2E">
      <w:pPr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color w:val="000000"/>
          <w:sz w:val="28"/>
          <w:szCs w:val="28"/>
        </w:rPr>
        <w:t>Оборудование: компьютер с проектором, презентация, песня «Дороги», поэма Твардовского «Василий Теркин».</w:t>
      </w:r>
    </w:p>
    <w:p w:rsidR="00161F2E" w:rsidRPr="0054654F" w:rsidRDefault="00161F2E" w:rsidP="00D034D3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61F2E" w:rsidRPr="0054654F" w:rsidRDefault="00161F2E" w:rsidP="00D034D3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color w:val="000000"/>
          <w:sz w:val="28"/>
          <w:szCs w:val="28"/>
        </w:rPr>
        <w:t>Эпиграф к уроку:</w:t>
      </w:r>
    </w:p>
    <w:p w:rsidR="00161F2E" w:rsidRPr="0054654F" w:rsidRDefault="00161F2E" w:rsidP="00D034D3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color w:val="000000"/>
          <w:sz w:val="28"/>
          <w:szCs w:val="28"/>
        </w:rPr>
        <w:t>«Поэзия еще не рождала такой фигуры, как Теркин».</w:t>
      </w:r>
    </w:p>
    <w:p w:rsidR="00161F2E" w:rsidRPr="0054654F" w:rsidRDefault="00161F2E" w:rsidP="00D034D3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54654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Ф. Абрамов.</w:t>
      </w:r>
    </w:p>
    <w:p w:rsidR="00161F2E" w:rsidRPr="0054654F" w:rsidRDefault="00161F2E" w:rsidP="00D034D3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61F2E" w:rsidRPr="0054654F" w:rsidRDefault="00161F2E">
      <w:pPr>
        <w:rPr>
          <w:rFonts w:ascii="Times New Roman" w:hAnsi="Times New Roman"/>
          <w:color w:val="000000"/>
          <w:sz w:val="28"/>
          <w:szCs w:val="28"/>
        </w:rPr>
      </w:pPr>
    </w:p>
    <w:p w:rsidR="00161F2E" w:rsidRPr="0054654F" w:rsidRDefault="00161F2E">
      <w:pPr>
        <w:rPr>
          <w:rFonts w:ascii="Times New Roman" w:hAnsi="Times New Roman"/>
          <w:color w:val="000000"/>
          <w:sz w:val="27"/>
          <w:szCs w:val="27"/>
        </w:rPr>
      </w:pPr>
    </w:p>
    <w:p w:rsidR="00161F2E" w:rsidRPr="0054654F" w:rsidRDefault="00161F2E">
      <w:pPr>
        <w:rPr>
          <w:rFonts w:ascii="Times New Roman" w:hAnsi="Times New Roman"/>
          <w:color w:val="000000"/>
          <w:sz w:val="27"/>
          <w:szCs w:val="27"/>
        </w:rPr>
      </w:pPr>
    </w:p>
    <w:p w:rsidR="00161F2E" w:rsidRPr="0054654F" w:rsidRDefault="00161F2E">
      <w:pPr>
        <w:rPr>
          <w:rFonts w:ascii="Times New Roman" w:hAnsi="Times New Roman"/>
          <w:color w:val="000000"/>
          <w:sz w:val="27"/>
          <w:szCs w:val="27"/>
        </w:rPr>
      </w:pPr>
    </w:p>
    <w:p w:rsidR="00161F2E" w:rsidRPr="0054654F" w:rsidRDefault="00161F2E">
      <w:pPr>
        <w:rPr>
          <w:rFonts w:ascii="Times New Roman" w:hAnsi="Times New Roman"/>
          <w:color w:val="000000"/>
          <w:sz w:val="27"/>
          <w:szCs w:val="27"/>
        </w:rPr>
      </w:pPr>
    </w:p>
    <w:p w:rsidR="00161F2E" w:rsidRDefault="00161F2E">
      <w:pPr>
        <w:rPr>
          <w:color w:val="000000"/>
          <w:sz w:val="27"/>
          <w:szCs w:val="27"/>
        </w:rPr>
      </w:pPr>
    </w:p>
    <w:p w:rsidR="00161F2E" w:rsidRDefault="00161F2E">
      <w:pPr>
        <w:rPr>
          <w:color w:val="000000"/>
          <w:sz w:val="27"/>
          <w:szCs w:val="27"/>
        </w:rPr>
      </w:pPr>
    </w:p>
    <w:p w:rsidR="00161F2E" w:rsidRDefault="00161F2E">
      <w:pPr>
        <w:rPr>
          <w:color w:val="000000"/>
          <w:sz w:val="27"/>
          <w:szCs w:val="27"/>
        </w:rPr>
      </w:pPr>
    </w:p>
    <w:p w:rsidR="00161F2E" w:rsidRPr="005E68FD" w:rsidRDefault="00161F2E" w:rsidP="005E68FD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68FD">
        <w:rPr>
          <w:rFonts w:ascii="Times New Roman" w:hAnsi="Times New Roman"/>
          <w:b/>
          <w:color w:val="000000"/>
          <w:sz w:val="28"/>
          <w:szCs w:val="28"/>
        </w:rPr>
        <w:t>Ход урока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E68FD">
        <w:rPr>
          <w:rFonts w:ascii="Times New Roman" w:hAnsi="Times New Roman"/>
          <w:b/>
          <w:color w:val="000000"/>
          <w:sz w:val="28"/>
          <w:szCs w:val="28"/>
        </w:rPr>
        <w:t>1.Организационный момент.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E68FD">
        <w:rPr>
          <w:rFonts w:ascii="Times New Roman" w:hAnsi="Times New Roman"/>
          <w:b/>
          <w:color w:val="000000"/>
          <w:sz w:val="28"/>
          <w:szCs w:val="28"/>
        </w:rPr>
        <w:t>2.Введение в тему урока. Слово учителя.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(Звучит песня «Дороги»</w:t>
      </w:r>
      <w:r w:rsidRPr="00A62F90">
        <w:rPr>
          <w:rFonts w:ascii="Helvetica" w:hAnsi="Helvetica" w:cs="Helvetica"/>
          <w:b/>
          <w:bCs/>
          <w:color w:val="333333"/>
          <w:sz w:val="20"/>
          <w:szCs w:val="20"/>
        </w:rPr>
        <w:t xml:space="preserve"> </w:t>
      </w:r>
      <w:r>
        <w:rPr>
          <w:rFonts w:ascii="Helvetica" w:hAnsi="Helvetica" w:cs="Helvetica"/>
          <w:b/>
          <w:bCs/>
          <w:color w:val="333333"/>
          <w:sz w:val="20"/>
          <w:szCs w:val="20"/>
        </w:rPr>
        <w:t>(сл. Л. Ошанина и муз. А. Новикова)</w:t>
      </w:r>
      <w:r>
        <w:rPr>
          <w:rFonts w:ascii="Times New Roman" w:hAnsi="Times New Roman"/>
          <w:b/>
          <w:color w:val="000000"/>
          <w:sz w:val="28"/>
          <w:szCs w:val="28"/>
        </w:rPr>
        <w:t>)</w:t>
      </w:r>
      <w:bookmarkStart w:id="0" w:name="_GoBack"/>
      <w:bookmarkEnd w:id="0"/>
    </w:p>
    <w:p w:rsidR="00161F2E" w:rsidRPr="005E68FD" w:rsidRDefault="00161F2E" w:rsidP="005E68FD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E68FD">
        <w:rPr>
          <w:rFonts w:ascii="Times New Roman" w:hAnsi="Times New Roman"/>
          <w:color w:val="000000"/>
          <w:sz w:val="28"/>
          <w:szCs w:val="28"/>
        </w:rPr>
        <w:t xml:space="preserve">- Приближается 75-летие Победы в Великой Отечественной войне, которая принесла много горя нашей стране, нашему народу. Нет такой семьи в России, которой бы не коснулась война. Тяжелой ценой досталась нам победа, и об этом не надо забывать. К теме войны обращались многие поэты и писатели. Писал о ней и А.Т. Твардовский. </w:t>
      </w:r>
      <w:r>
        <w:rPr>
          <w:rFonts w:ascii="Times New Roman" w:hAnsi="Times New Roman"/>
          <w:color w:val="000000"/>
          <w:sz w:val="28"/>
          <w:szCs w:val="28"/>
        </w:rPr>
        <w:t>(слайд №1)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9D6F4C">
        <w:rPr>
          <w:rFonts w:eastAsia="Times New Roman" w:cs="Times New Roman"/>
          <w:b/>
          <w:color w:val="000000"/>
          <w:sz w:val="28"/>
          <w:szCs w:val="28"/>
        </w:rPr>
        <w:t>Знакомство с биографией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5E68FD">
        <w:rPr>
          <w:rFonts w:eastAsia="Times New Roman" w:cs="Times New Roman"/>
          <w:color w:val="000000"/>
          <w:sz w:val="28"/>
          <w:szCs w:val="28"/>
        </w:rPr>
        <w:t>Александр Трифонович Твардовский, советский поэт, родился 21 июня 1910 года в хуторе Загорье Смоленской области в семье сельского кузнеца. Во время Великой Отечественной войны (1941-1945) Твардовский работал во фронтовых газетах, публикуя в них стихи (“Фронтовая хроника”) и очерки.</w:t>
      </w:r>
    </w:p>
    <w:p w:rsidR="00161F2E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С первых дней и до конца войны был на фронте. Знание народной жизни, дум и стремлений своих современников позволило А</w:t>
      </w:r>
      <w:r>
        <w:rPr>
          <w:rFonts w:eastAsia="Times New Roman" w:cs="Times New Roman"/>
          <w:color w:val="000000"/>
          <w:sz w:val="28"/>
          <w:szCs w:val="28"/>
        </w:rPr>
        <w:t xml:space="preserve">лександру Трифоновичу  </w:t>
      </w:r>
      <w:r w:rsidRPr="005E68FD">
        <w:rPr>
          <w:rFonts w:eastAsia="Times New Roman" w:cs="Times New Roman"/>
          <w:color w:val="000000"/>
          <w:sz w:val="28"/>
          <w:szCs w:val="28"/>
        </w:rPr>
        <w:t>найти путь к сердцу фронтовика, создать поэму истинно гражданского звучания «Василий Теркин». И сегодня мы продолжим изучение поэмы.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color w:val="FF0000"/>
          <w:sz w:val="21"/>
          <w:szCs w:val="21"/>
          <w:lang w:eastAsia="ru-RU"/>
        </w:rPr>
        <w:t>Сам Твардовский говорил «Это книга про бойца без начала и конца». Почему? (Проблемный вопрос).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(Учащиеся должны прийти к выводу, что каждая глава должна представлять собой законченный по смыслу фрагмент, чтобы можно было читать ее в любой момент, т. к. поэма печаталась в отдельных номерах фронтовых газет. Главы объединены</w:t>
      </w:r>
      <w:r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 xml:space="preserve"> </w:t>
      </w:r>
      <w:r w:rsidRPr="009D6F4C"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одним главным героем – Тёркиным).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color w:val="000000"/>
          <w:sz w:val="28"/>
          <w:szCs w:val="28"/>
        </w:rPr>
        <w:t>Цель нашего урока:</w:t>
      </w:r>
      <w:r w:rsidRPr="005E68FD">
        <w:rPr>
          <w:rFonts w:ascii="Times New Roman" w:hAnsi="Times New Roman"/>
          <w:sz w:val="28"/>
          <w:szCs w:val="28"/>
        </w:rPr>
        <w:t xml:space="preserve"> Проследить, как в поэме сочетается героика и юмор. Дать характеристику главному герою.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E68FD">
        <w:rPr>
          <w:rFonts w:ascii="Times New Roman" w:hAnsi="Times New Roman"/>
          <w:color w:val="000000"/>
          <w:sz w:val="28"/>
          <w:szCs w:val="28"/>
        </w:rPr>
        <w:t>Наша задача: произвести идейно-художественный анализ поэмы "Василий Теркин", проникнуть в замысел автора; выявить определяющие качества Василия Теркина; анализ глав произведения.</w:t>
      </w:r>
      <w:r>
        <w:rPr>
          <w:rFonts w:ascii="Times New Roman" w:hAnsi="Times New Roman"/>
          <w:color w:val="000000"/>
          <w:sz w:val="28"/>
          <w:szCs w:val="28"/>
        </w:rPr>
        <w:t xml:space="preserve"> (слайд №2)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3.Работа в тетради. Запись числа, темы урока, эпиграфа.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 (слайд №3)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 xml:space="preserve">4.Беседа. 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 xml:space="preserve">Учитель: 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1) Какой подзаголовок имеет это произведение? Почему?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(«Книга про бойца»)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 xml:space="preserve">2) Когда Твардовский написал поэму? (В годы войны, первые главы в </w:t>
      </w:r>
      <w:smartTag w:uri="urn:schemas-microsoft-com:office:smarttags" w:element="metricconverter">
        <w:smartTagPr>
          <w:attr w:name="ProductID" w:val="1942 г"/>
        </w:smartTagPr>
        <w:r w:rsidRPr="005E68FD">
          <w:rPr>
            <w:rFonts w:eastAsia="Times New Roman" w:cs="Times New Roman"/>
            <w:color w:val="000000"/>
            <w:sz w:val="28"/>
            <w:szCs w:val="28"/>
          </w:rPr>
          <w:t>1942 г</w:t>
        </w:r>
      </w:smartTag>
      <w:r w:rsidRPr="005E68FD">
        <w:rPr>
          <w:rFonts w:eastAsia="Times New Roman" w:cs="Times New Roman"/>
          <w:color w:val="000000"/>
          <w:sz w:val="28"/>
          <w:szCs w:val="28"/>
        </w:rPr>
        <w:t>.)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3) О чем говорится в поэме? Каков замысел? (Книга о войне. Автор изображает её правдиво: какая она была, в каких условиях сражались бойцы. Поэт создал образ удачливого бойца для поднятия духа воинов).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4) Какова тема и идея поэмы? Тема-рассказ о буднях войны, о трудностях солдатской службы. Идея-показ героизма простых солдат.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5) Что представляет собой каждая глава поэмы? (Каждая глава-самостоятельное произведение, всего их 25, но все они объединены главным героем-Василием Теркиным.)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6) Как вы думаете, Василий Теркин – это реальное лицо? Почему у него фамилия Теркин? Что она означает? Почему автор дал ему имя Василий? Что общего у автора с Теркиным? В каких войсках служил Теркин?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(Василий Теркин-это вымышленный, собирательный образ. Автор собрал самое лучшее, что было в советских солдатах и создал своего героя. Он служил в пехоте.)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5E68FD">
        <w:rPr>
          <w:color w:val="000000"/>
          <w:sz w:val="28"/>
          <w:szCs w:val="28"/>
        </w:rPr>
        <w:t xml:space="preserve">7) </w:t>
      </w:r>
      <w:r w:rsidRPr="009D6F4C">
        <w:rPr>
          <w:rFonts w:ascii="Arial" w:hAnsi="Arial" w:cs="Arial"/>
          <w:color w:val="FF0000"/>
          <w:sz w:val="21"/>
          <w:szCs w:val="21"/>
          <w:lang w:eastAsia="ru-RU"/>
        </w:rPr>
        <w:t>Атеперь давайте подберем прилагательные, характеризующие Васю Тёркина, на каждую букву его имени и фамилии.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В — еселый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А — ктивный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С — мелый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Я — сный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Т — ерпеливый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Е — динственный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Р — асторопный, — ешительный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К — репкий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И — нтересный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9D6F4C">
        <w:rPr>
          <w:rFonts w:ascii="Arial" w:hAnsi="Arial" w:cs="Arial"/>
          <w:b/>
          <w:bCs/>
          <w:color w:val="FF0000"/>
          <w:sz w:val="21"/>
          <w:szCs w:val="21"/>
          <w:u w:val="single"/>
          <w:lang w:eastAsia="ru-RU"/>
        </w:rPr>
        <w:t>Н — аходчивый</w:t>
      </w:r>
    </w:p>
    <w:p w:rsidR="00161F2E" w:rsidRPr="009D6F4C" w:rsidRDefault="00161F2E" w:rsidP="009D6F4C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</w:p>
    <w:p w:rsidR="00161F2E" w:rsidRPr="009D6F4C" w:rsidRDefault="00161F2E" w:rsidP="009D6F4C">
      <w:pPr>
        <w:pStyle w:val="Standard"/>
        <w:spacing w:before="100" w:after="100" w:line="360" w:lineRule="auto"/>
        <w:rPr>
          <w:rFonts w:eastAsia="Times New Roman" w:cs="Times New Roman"/>
          <w:color w:val="FF0000"/>
          <w:sz w:val="28"/>
          <w:szCs w:val="28"/>
        </w:rPr>
      </w:pPr>
      <w:r w:rsidRPr="009D6F4C">
        <w:rPr>
          <w:rFonts w:ascii="Arial" w:hAnsi="Arial" w:cs="Arial"/>
          <w:color w:val="FF0000"/>
          <w:sz w:val="21"/>
          <w:szCs w:val="21"/>
        </w:rPr>
        <w:t>- Таким образом, мы приходим к выводу, что Василий Тёркин – это весельчак, балагур, но одновременно смелый и решительный солдат. Патриот своей страны. В общем, собирательный образ русского солдата военного времени 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-Можем ли мы назвать Теркина героем? В каких прочитанных главах мы узнаем о героизме Теркина?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Словарная работа</w:t>
      </w:r>
      <w:r>
        <w:rPr>
          <w:rFonts w:ascii="Times New Roman" w:hAnsi="Times New Roman"/>
          <w:sz w:val="28"/>
          <w:szCs w:val="28"/>
        </w:rPr>
        <w:t xml:space="preserve"> (слайд №4</w:t>
      </w:r>
      <w:r w:rsidRPr="005E68FD">
        <w:rPr>
          <w:rFonts w:ascii="Times New Roman" w:hAnsi="Times New Roman"/>
          <w:sz w:val="28"/>
          <w:szCs w:val="28"/>
        </w:rPr>
        <w:t>):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Героика</w:t>
      </w:r>
      <w:r w:rsidRPr="005E68FD">
        <w:rPr>
          <w:rFonts w:ascii="Times New Roman" w:hAnsi="Times New Roman"/>
          <w:sz w:val="28"/>
          <w:szCs w:val="28"/>
        </w:rPr>
        <w:t xml:space="preserve"> – героическое содержание, героическая сторона в чьей-нибудь деятельности, в каких-нибудь событиях.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Юмор</w:t>
      </w:r>
      <w:r w:rsidRPr="005E68FD">
        <w:rPr>
          <w:rFonts w:ascii="Times New Roman" w:hAnsi="Times New Roman"/>
          <w:sz w:val="28"/>
          <w:szCs w:val="28"/>
        </w:rPr>
        <w:t xml:space="preserve"> – изображение чего-нибудь в смешном, комическом виде. 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5. Чтение и анализ главы «О награде»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 Как построена эта глава?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 Как сочетаются в главе юмор и сатира?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 Каким выглядит Тёркин в монологе? (Простой, смешной, мечтает о любви, простом человеческом счастье, с тонким юмором представляет свое возвращение с медалью.)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-Для чего нужна ему медаль? (Чтобы произвести впечатление на девушек)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 Что общего у автора и  Теркина? (Он из тех же мест, что и автор. Оба любят родину)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- Что значит родина для них? Какой рефрен включен в поэму? Почему?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Страшный бой идет, кровавый,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Смертный бой не ради славы, 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Ради жизни на земле.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>( Судьба каждого человека, города, посёлка, «малой родины» слита с судьбой страны, счастье каждого невозможно без счастья народа.)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6.Чтение и анализ главы «На привале». Работа по картине Ю.Непринцева «Отдых после боя».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 (слайд №5)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 xml:space="preserve">- </w:t>
      </w:r>
      <w:r w:rsidRPr="005E68FD">
        <w:rPr>
          <w:rFonts w:eastAsia="Times New Roman" w:cs="Times New Roman"/>
          <w:color w:val="000000"/>
          <w:sz w:val="28"/>
          <w:szCs w:val="28"/>
        </w:rPr>
        <w:t>Художник Ю. Непринцев  создал картину к поэме Твардовского, которая называется «Отдых после боя». Кого вы видите на картине? Что можете сказать о Василие Теркине?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( В центре на отдыхе Василий Теркин, который рассказывает что-то смешное. Плотным кольцом окружили его друзья.)</w:t>
      </w:r>
    </w:p>
    <w:p w:rsidR="00161F2E" w:rsidRPr="005E68FD" w:rsidRDefault="00161F2E" w:rsidP="005E68FD">
      <w:pPr>
        <w:pStyle w:val="Standard"/>
        <w:spacing w:before="100" w:after="100"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Хорошо, как есть такой</w:t>
      </w:r>
    </w:p>
    <w:p w:rsidR="00161F2E" w:rsidRPr="005E68FD" w:rsidRDefault="00161F2E" w:rsidP="005E68FD">
      <w:pPr>
        <w:pStyle w:val="Standard"/>
        <w:spacing w:before="100" w:after="100"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Парень на походе.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7. Рассмотрение портрета Ореста Верейского «Василий Теркин»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 (слайды №6,7)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Впервые портрет Теркина был создан художником О.Верейским в 1945 году.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Позировал ему львовский поэт Василий Глотов, который работал тогда в армейской газете.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- Какое лицо у Теркина? Как он одет? (Лицо широкоскулое, нос картошкой, приветливый вид, через плечо скатанная шинель).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b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8.Творческая работа. Написание синквейна о Теркине.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b/>
          <w:color w:val="000000"/>
          <w:sz w:val="28"/>
          <w:szCs w:val="28"/>
        </w:rPr>
        <w:t>-</w:t>
      </w:r>
      <w:r w:rsidRPr="005E68FD">
        <w:rPr>
          <w:rFonts w:eastAsia="Times New Roman" w:cs="Times New Roman"/>
          <w:color w:val="000000"/>
          <w:sz w:val="28"/>
          <w:szCs w:val="28"/>
        </w:rPr>
        <w:t xml:space="preserve"> Назовите основные черты Теркина: балагур, шутник, весельчак, но в то же время мужественный, смелый, герой. Чтобы подвести итог, мы с вами напишем синквейн. Что это такое? Как он пишется?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Пример: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Теркин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Веселый, смелый,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Сражается, защищает, веселит.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Никогда не унывает.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Герой.</w:t>
      </w:r>
    </w:p>
    <w:p w:rsidR="00161F2E" w:rsidRPr="005E68FD" w:rsidRDefault="00161F2E" w:rsidP="005E68FD">
      <w:pPr>
        <w:pStyle w:val="Standard"/>
        <w:spacing w:before="100" w:after="100" w:line="360" w:lineRule="auto"/>
        <w:rPr>
          <w:rFonts w:eastAsia="Times New Roman" w:cs="Times New Roman"/>
          <w:color w:val="000000"/>
          <w:sz w:val="28"/>
          <w:szCs w:val="28"/>
        </w:rPr>
      </w:pPr>
      <w:r w:rsidRPr="005E68FD">
        <w:rPr>
          <w:rFonts w:eastAsia="Times New Roman" w:cs="Times New Roman"/>
          <w:color w:val="000000"/>
          <w:sz w:val="28"/>
          <w:szCs w:val="28"/>
        </w:rPr>
        <w:t>-Ученики зачитывают свои работы.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6059C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Подведение итогов урока</w:t>
      </w:r>
      <w:r w:rsidRPr="005E68FD">
        <w:rPr>
          <w:rFonts w:ascii="Times New Roman" w:hAnsi="Times New Roman"/>
          <w:b/>
          <w:sz w:val="28"/>
          <w:szCs w:val="28"/>
        </w:rPr>
        <w:t>: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 - Итак, на протяжении всей поэмы в образе Василия Тёркина последовательно и многогранно раскрывается живой и убедительный народный характер русского человека. В герое Твардовского живёт естественная любовь к Родине, верность своему гражданскому и воинскому долгу. Образ Тёркина несёт в себе большое художественное обобщение, он глубоко типичен и  вбирает то, что характерно для многих людей. Однако в нём эти присущие многим черты и свойства воплотились ярче, острее, самобытнее.  В «Тёркине» война изображена , как она есть – в буднях и героике, переплетении обыденного, подчас даже комического с возвышенным и трагедийным. </w:t>
      </w:r>
      <w:r>
        <w:rPr>
          <w:rFonts w:ascii="Times New Roman" w:hAnsi="Times New Roman"/>
          <w:sz w:val="28"/>
          <w:szCs w:val="28"/>
        </w:rPr>
        <w:t>(слайд №8)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                       Словом, Тёркин, тот, который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                       На войне лихой солдат,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                       На гулянье гость нелишний,</w:t>
      </w: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sz w:val="28"/>
          <w:szCs w:val="28"/>
        </w:rPr>
        <w:t xml:space="preserve">                       На работе – хоть куда…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color w:val="FF0000"/>
          <w:sz w:val="21"/>
          <w:szCs w:val="21"/>
          <w:lang w:eastAsia="ru-RU"/>
        </w:rPr>
        <w:t>- Какой вывод по сегодняшнему уроку вы можете сделать?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(поэма «Василий Тёркин» - энциклопедия ВОВ).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color w:val="FF0000"/>
          <w:sz w:val="21"/>
          <w:szCs w:val="21"/>
          <w:lang w:eastAsia="ru-RU"/>
        </w:rPr>
        <w:t>- Какова роль поэмы в наше время?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(Мы не должны забывать подвига наших дедов и прадедов во имя нашей Родины).</w:t>
      </w: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3402F4">
      <w:pPr>
        <w:spacing w:line="360" w:lineRule="auto"/>
        <w:rPr>
          <w:rFonts w:ascii="Times New Roman" w:hAnsi="Times New Roman"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10. Домашнее задание</w:t>
      </w:r>
      <w:r w:rsidRPr="005E68FD">
        <w:rPr>
          <w:rFonts w:ascii="Times New Roman" w:hAnsi="Times New Roman"/>
          <w:sz w:val="28"/>
          <w:szCs w:val="28"/>
        </w:rPr>
        <w:t xml:space="preserve">: 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color w:val="FF0000"/>
          <w:sz w:val="21"/>
          <w:szCs w:val="21"/>
          <w:lang w:eastAsia="ru-RU"/>
        </w:rPr>
        <w:t>- А теперь открываем дневники и записываем домашнее задание:</w:t>
      </w:r>
    </w:p>
    <w:p w:rsidR="00161F2E" w:rsidRDefault="00161F2E" w:rsidP="003402F4">
      <w:pPr>
        <w:spacing w:line="360" w:lineRule="auto"/>
        <w:rPr>
          <w:rFonts w:ascii="Arial" w:hAnsi="Arial" w:cs="Arial"/>
          <w:i/>
          <w:iCs/>
          <w:color w:val="FF0000"/>
          <w:sz w:val="21"/>
          <w:szCs w:val="21"/>
          <w:lang w:eastAsia="ru-RU"/>
        </w:rPr>
      </w:pPr>
      <w:r w:rsidRPr="003402F4"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выучить отрывок из главы «Переправа» до слов: «Русский труженик-солдат!»</w:t>
      </w:r>
    </w:p>
    <w:p w:rsidR="00161F2E" w:rsidRDefault="00161F2E" w:rsidP="003402F4">
      <w:pPr>
        <w:spacing w:line="360" w:lineRule="auto"/>
        <w:rPr>
          <w:rFonts w:ascii="Arial" w:hAnsi="Arial" w:cs="Arial"/>
          <w:i/>
          <w:iCs/>
          <w:color w:val="FF0000"/>
          <w:sz w:val="21"/>
          <w:szCs w:val="21"/>
          <w:lang w:eastAsia="ru-RU"/>
        </w:rPr>
      </w:pPr>
      <w:r>
        <w:rPr>
          <w:rFonts w:ascii="Arial" w:hAnsi="Arial" w:cs="Arial"/>
          <w:i/>
          <w:iCs/>
          <w:color w:val="FF0000"/>
          <w:sz w:val="21"/>
          <w:szCs w:val="21"/>
          <w:lang w:eastAsia="ru-RU"/>
        </w:rPr>
        <w:t>Рефлексия.</w:t>
      </w:r>
    </w:p>
    <w:p w:rsidR="00161F2E" w:rsidRPr="005E68FD" w:rsidRDefault="00161F2E" w:rsidP="003402F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E68FD">
        <w:rPr>
          <w:rFonts w:ascii="Times New Roman" w:hAnsi="Times New Roman"/>
          <w:b/>
          <w:sz w:val="28"/>
          <w:szCs w:val="28"/>
        </w:rPr>
        <w:t>11. Выставление оценок.</w:t>
      </w:r>
    </w:p>
    <w:p w:rsidR="00161F2E" w:rsidRPr="003402F4" w:rsidRDefault="00161F2E" w:rsidP="003402F4">
      <w:pPr>
        <w:shd w:val="clear" w:color="auto" w:fill="FFFFFF"/>
        <w:spacing w:after="150" w:line="240" w:lineRule="auto"/>
        <w:rPr>
          <w:rFonts w:ascii="Arial" w:hAnsi="Arial" w:cs="Arial"/>
          <w:color w:val="FF0000"/>
          <w:sz w:val="21"/>
          <w:szCs w:val="21"/>
          <w:lang w:eastAsia="ru-RU"/>
        </w:rPr>
      </w:pP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Pr="005E68FD" w:rsidRDefault="00161F2E" w:rsidP="005E68FD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 и интернет-источники:</w:t>
      </w: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61F2E" w:rsidRPr="005E68FD" w:rsidRDefault="00161F2E" w:rsidP="005E68FD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61F2E" w:rsidRPr="005E68FD" w:rsidSect="00EA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emibold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2FC"/>
    <w:multiLevelType w:val="hybridMultilevel"/>
    <w:tmpl w:val="2618E7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F8C"/>
    <w:rsid w:val="00116E57"/>
    <w:rsid w:val="00161F2E"/>
    <w:rsid w:val="002D17DC"/>
    <w:rsid w:val="003402F4"/>
    <w:rsid w:val="00356D10"/>
    <w:rsid w:val="003F7D10"/>
    <w:rsid w:val="00484A9A"/>
    <w:rsid w:val="004A3E87"/>
    <w:rsid w:val="0054654F"/>
    <w:rsid w:val="005B44F9"/>
    <w:rsid w:val="005E68FD"/>
    <w:rsid w:val="006B097B"/>
    <w:rsid w:val="00703BB7"/>
    <w:rsid w:val="007E535C"/>
    <w:rsid w:val="008C49EA"/>
    <w:rsid w:val="009D6F4C"/>
    <w:rsid w:val="00A62F90"/>
    <w:rsid w:val="00A8307A"/>
    <w:rsid w:val="00B41278"/>
    <w:rsid w:val="00BA1C66"/>
    <w:rsid w:val="00BB704E"/>
    <w:rsid w:val="00C12CE0"/>
    <w:rsid w:val="00C6059C"/>
    <w:rsid w:val="00CA6123"/>
    <w:rsid w:val="00D034D3"/>
    <w:rsid w:val="00D454CC"/>
    <w:rsid w:val="00E13F8C"/>
    <w:rsid w:val="00EA20DA"/>
    <w:rsid w:val="00F10443"/>
    <w:rsid w:val="00FB6A2E"/>
    <w:rsid w:val="00FD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D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B41278"/>
    <w:pPr>
      <w:suppressAutoHyphens/>
      <w:autoSpaceDN w:val="0"/>
      <w:spacing w:after="200" w:line="276" w:lineRule="auto"/>
    </w:pPr>
    <w:rPr>
      <w:rFonts w:ascii="Times New Roman" w:eastAsia="Arial Unicode MS" w:hAnsi="Times New Roman" w:cs="Tahoma"/>
      <w:kern w:val="3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D6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6F4C"/>
    <w:rPr>
      <w:rFonts w:ascii="Tahoma" w:hAnsi="Tahoma" w:cs="Tahoma"/>
      <w:sz w:val="16"/>
      <w:szCs w:val="16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</TotalTime>
  <Pages>9</Pages>
  <Words>1292</Words>
  <Characters>7369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 Макашев</dc:creator>
  <cp:keywords/>
  <dc:description/>
  <cp:lastModifiedBy>User</cp:lastModifiedBy>
  <cp:revision>8</cp:revision>
  <dcterms:created xsi:type="dcterms:W3CDTF">2020-01-23T15:31:00Z</dcterms:created>
  <dcterms:modified xsi:type="dcterms:W3CDTF">2020-01-29T09:15:00Z</dcterms:modified>
</cp:coreProperties>
</file>