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F555C" w14:textId="77777777" w:rsidR="00D27B70" w:rsidRDefault="00B02378">
      <w:pPr>
        <w:jc w:val="right"/>
      </w:pPr>
      <w:r>
        <w:t>Приложение к ООП СОО,</w:t>
      </w:r>
    </w:p>
    <w:p w14:paraId="52FB2D85" w14:textId="77777777" w:rsidR="00D27B70" w:rsidRDefault="00B02378">
      <w:pPr>
        <w:jc w:val="right"/>
      </w:pPr>
      <w:r>
        <w:t>утвержденной приказом МАОУ «СОШ №4»</w:t>
      </w:r>
    </w:p>
    <w:p w14:paraId="3CD0913B" w14:textId="77777777" w:rsidR="00D27B70" w:rsidRDefault="00B02378">
      <w:pPr>
        <w:jc w:val="right"/>
      </w:pPr>
      <w:r>
        <w:t>от «30» мая 2024 г. № 700/О</w:t>
      </w:r>
    </w:p>
    <w:p w14:paraId="43693921" w14:textId="77777777" w:rsidR="00D27B70" w:rsidRDefault="00D27B70">
      <w:pPr>
        <w:jc w:val="right"/>
      </w:pPr>
    </w:p>
    <w:p w14:paraId="3C4154BC" w14:textId="77777777" w:rsidR="00D27B70" w:rsidRDefault="00D27B70">
      <w:pPr>
        <w:jc w:val="right"/>
      </w:pPr>
    </w:p>
    <w:p w14:paraId="296258BF" w14:textId="77777777" w:rsidR="00D27B70" w:rsidRDefault="00D27B70">
      <w:pPr>
        <w:jc w:val="right"/>
      </w:pPr>
    </w:p>
    <w:p w14:paraId="00AB8DF3" w14:textId="77777777" w:rsidR="00D27B70" w:rsidRDefault="00D27B70">
      <w:pPr>
        <w:jc w:val="right"/>
      </w:pPr>
    </w:p>
    <w:p w14:paraId="4CF61640" w14:textId="77777777" w:rsidR="00D27B70" w:rsidRDefault="00D27B70">
      <w:pPr>
        <w:jc w:val="right"/>
      </w:pPr>
    </w:p>
    <w:p w14:paraId="0334464C" w14:textId="77777777" w:rsidR="00D27B70" w:rsidRDefault="00D27B70">
      <w:pPr>
        <w:jc w:val="right"/>
      </w:pPr>
    </w:p>
    <w:p w14:paraId="50FF2AE0" w14:textId="77777777" w:rsidR="00D27B70" w:rsidRDefault="00D27B70">
      <w:pPr>
        <w:jc w:val="right"/>
      </w:pPr>
    </w:p>
    <w:p w14:paraId="176EC050" w14:textId="77777777" w:rsidR="00D27B70" w:rsidRDefault="00D27B70">
      <w:pPr>
        <w:jc w:val="right"/>
      </w:pPr>
    </w:p>
    <w:p w14:paraId="0F7F3A8D" w14:textId="77777777" w:rsidR="00D27B70" w:rsidRDefault="00D27B70">
      <w:pPr>
        <w:jc w:val="right"/>
      </w:pPr>
    </w:p>
    <w:p w14:paraId="49F71C2E" w14:textId="77777777" w:rsidR="00D27B70" w:rsidRDefault="00D27B70">
      <w:pPr>
        <w:jc w:val="right"/>
      </w:pPr>
    </w:p>
    <w:p w14:paraId="7365B28A" w14:textId="77777777" w:rsidR="00D27B70" w:rsidRDefault="00D27B70">
      <w:pPr>
        <w:jc w:val="right"/>
      </w:pPr>
    </w:p>
    <w:p w14:paraId="7087544E" w14:textId="77777777" w:rsidR="00D27B70" w:rsidRDefault="00B02378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Рабочая программа</w:t>
      </w:r>
    </w:p>
    <w:p w14:paraId="61BD3E93" w14:textId="77777777" w:rsidR="00D27B70" w:rsidRDefault="00B0237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элективного курса </w:t>
      </w:r>
    </w:p>
    <w:p w14:paraId="2165C21F" w14:textId="3D3419B4" w:rsidR="00D27B70" w:rsidRDefault="000B479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«Решение олимпиадных задач по математике</w:t>
      </w:r>
      <w:r w:rsidR="00712375">
        <w:rPr>
          <w:b/>
          <w:sz w:val="56"/>
          <w:szCs w:val="56"/>
        </w:rPr>
        <w:t xml:space="preserve">» </w:t>
      </w:r>
    </w:p>
    <w:p w14:paraId="6FE890BA" w14:textId="77777777" w:rsidR="00D27B70" w:rsidRDefault="00B0237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7-11 классы</w:t>
      </w:r>
    </w:p>
    <w:p w14:paraId="20833BB8" w14:textId="0FB147C1" w:rsidR="00D27B70" w:rsidRDefault="0073222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(1 ч. в </w:t>
      </w:r>
      <w:proofErr w:type="spellStart"/>
      <w:proofErr w:type="gramStart"/>
      <w:r>
        <w:rPr>
          <w:b/>
          <w:sz w:val="40"/>
          <w:szCs w:val="40"/>
        </w:rPr>
        <w:t>нед</w:t>
      </w:r>
      <w:proofErr w:type="spellEnd"/>
      <w:r>
        <w:rPr>
          <w:b/>
          <w:sz w:val="40"/>
          <w:szCs w:val="40"/>
        </w:rPr>
        <w:t>.,</w:t>
      </w:r>
      <w:proofErr w:type="gramEnd"/>
      <w:r>
        <w:rPr>
          <w:b/>
          <w:sz w:val="40"/>
          <w:szCs w:val="40"/>
        </w:rPr>
        <w:t xml:space="preserve"> 30</w:t>
      </w:r>
      <w:r w:rsidR="00B02378">
        <w:rPr>
          <w:b/>
          <w:sz w:val="40"/>
          <w:szCs w:val="40"/>
        </w:rPr>
        <w:t xml:space="preserve"> часов в году)</w:t>
      </w:r>
    </w:p>
    <w:p w14:paraId="3075FD9F" w14:textId="77777777" w:rsidR="00D27B70" w:rsidRDefault="00D27B70">
      <w:pPr>
        <w:rPr>
          <w:b/>
          <w:sz w:val="40"/>
          <w:szCs w:val="40"/>
        </w:rPr>
      </w:pPr>
    </w:p>
    <w:p w14:paraId="2BF177DF" w14:textId="77777777" w:rsidR="00D27B70" w:rsidRDefault="00D27B70">
      <w:pPr>
        <w:rPr>
          <w:b/>
          <w:i/>
        </w:rPr>
      </w:pPr>
    </w:p>
    <w:p w14:paraId="32010562" w14:textId="77777777" w:rsidR="00C52DAB" w:rsidRDefault="00C52DAB" w:rsidP="00C52DAB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Магомедов Иосиф Маграмович, </w:t>
      </w:r>
    </w:p>
    <w:p w14:paraId="44CAE293" w14:textId="77777777" w:rsidR="00C52DAB" w:rsidRDefault="00C52DAB" w:rsidP="00C52DAB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учитель математики МАОУ «СОШ №4» </w:t>
      </w:r>
    </w:p>
    <w:p w14:paraId="1737F3E2" w14:textId="3662F10D" w:rsidR="00D27B70" w:rsidRDefault="00C52DAB" w:rsidP="00C52DAB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г. </w:t>
      </w:r>
      <w:proofErr w:type="spellStart"/>
      <w:r>
        <w:rPr>
          <w:b/>
          <w:sz w:val="36"/>
          <w:szCs w:val="36"/>
        </w:rPr>
        <w:t>Мегиона</w:t>
      </w:r>
      <w:proofErr w:type="spellEnd"/>
      <w:r>
        <w:rPr>
          <w:b/>
          <w:sz w:val="36"/>
          <w:szCs w:val="36"/>
        </w:rPr>
        <w:t xml:space="preserve"> ХМАО-Югры</w:t>
      </w:r>
    </w:p>
    <w:p w14:paraId="73993BB3" w14:textId="77777777" w:rsidR="00D27B70" w:rsidRDefault="00D27B70">
      <w:pPr>
        <w:jc w:val="right"/>
        <w:rPr>
          <w:b/>
          <w:sz w:val="36"/>
          <w:szCs w:val="36"/>
        </w:rPr>
      </w:pPr>
    </w:p>
    <w:p w14:paraId="4621A6DF" w14:textId="77777777" w:rsidR="00D27B70" w:rsidRDefault="00D27B70">
      <w:pPr>
        <w:jc w:val="center"/>
        <w:rPr>
          <w:b/>
        </w:rPr>
      </w:pPr>
    </w:p>
    <w:p w14:paraId="0CCDBDAA" w14:textId="77777777" w:rsidR="00D27B70" w:rsidRDefault="00D27B70">
      <w:pPr>
        <w:jc w:val="center"/>
        <w:rPr>
          <w:b/>
        </w:rPr>
      </w:pPr>
    </w:p>
    <w:p w14:paraId="5E33457E" w14:textId="77777777" w:rsidR="00D27B70" w:rsidRDefault="00D27B70">
      <w:pPr>
        <w:jc w:val="center"/>
        <w:rPr>
          <w:b/>
          <w:i/>
        </w:rPr>
      </w:pPr>
    </w:p>
    <w:p w14:paraId="3AD3F16F" w14:textId="77777777" w:rsidR="00D27B70" w:rsidRDefault="00D27B70">
      <w:pPr>
        <w:jc w:val="center"/>
        <w:rPr>
          <w:b/>
          <w:i/>
        </w:rPr>
      </w:pPr>
    </w:p>
    <w:p w14:paraId="79A62D17" w14:textId="77777777" w:rsidR="00D27B70" w:rsidRDefault="00D27B70">
      <w:pPr>
        <w:jc w:val="center"/>
        <w:rPr>
          <w:b/>
          <w:i/>
        </w:rPr>
      </w:pPr>
    </w:p>
    <w:p w14:paraId="260D14E1" w14:textId="77777777" w:rsidR="00D27B70" w:rsidRDefault="00D27B70">
      <w:pPr>
        <w:jc w:val="center"/>
        <w:rPr>
          <w:b/>
          <w:i/>
        </w:rPr>
      </w:pPr>
    </w:p>
    <w:p w14:paraId="031AFE4F" w14:textId="77777777" w:rsidR="00D27B70" w:rsidRDefault="00D27B70">
      <w:pPr>
        <w:rPr>
          <w:b/>
          <w:i/>
        </w:rPr>
      </w:pPr>
    </w:p>
    <w:p w14:paraId="07727515" w14:textId="77777777" w:rsidR="00D27B70" w:rsidRDefault="00D27B70">
      <w:pPr>
        <w:rPr>
          <w:b/>
          <w:i/>
        </w:rPr>
      </w:pPr>
    </w:p>
    <w:p w14:paraId="28DFB869" w14:textId="77777777" w:rsidR="00D27B70" w:rsidRDefault="00D27B70">
      <w:pPr>
        <w:rPr>
          <w:b/>
          <w:sz w:val="48"/>
          <w:szCs w:val="48"/>
        </w:rPr>
      </w:pPr>
    </w:p>
    <w:p w14:paraId="5FC73283" w14:textId="77777777" w:rsidR="00D27B70" w:rsidRDefault="00B0237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2024–2025</w:t>
      </w:r>
    </w:p>
    <w:p w14:paraId="3462CB2F" w14:textId="77777777" w:rsidR="00D27B70" w:rsidRDefault="00B0237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учебный год</w:t>
      </w:r>
    </w:p>
    <w:p w14:paraId="7B4F7196" w14:textId="77777777" w:rsidR="00D27B70" w:rsidRDefault="00D27B70" w:rsidP="00F32B86">
      <w:pPr>
        <w:spacing w:line="276" w:lineRule="auto"/>
        <w:rPr>
          <w:b/>
          <w:sz w:val="28"/>
          <w:szCs w:val="28"/>
        </w:rPr>
      </w:pPr>
    </w:p>
    <w:p w14:paraId="045107B5" w14:textId="239C8C2D" w:rsidR="00D27B70" w:rsidRDefault="00B0237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ПЛАНИРУЕМЫЕ РЕЗУЛЬТАТЫ УСВОЕНИЯ ЭЛЕК</w:t>
      </w:r>
      <w:r w:rsidR="008812CC">
        <w:rPr>
          <w:b/>
          <w:sz w:val="28"/>
          <w:szCs w:val="28"/>
        </w:rPr>
        <w:t>ТИВНОГО КУРСА «Решение олимпиадных задач по математике</w:t>
      </w:r>
      <w:bookmarkStart w:id="0" w:name="_GoBack"/>
      <w:bookmarkEnd w:id="0"/>
      <w:r>
        <w:rPr>
          <w:b/>
          <w:sz w:val="28"/>
          <w:szCs w:val="28"/>
        </w:rPr>
        <w:t>»</w:t>
      </w:r>
    </w:p>
    <w:p w14:paraId="14822D9B" w14:textId="77777777" w:rsidR="00D27B70" w:rsidRDefault="00D27B70">
      <w:pPr>
        <w:spacing w:line="276" w:lineRule="auto"/>
        <w:jc w:val="both"/>
        <w:rPr>
          <w:b/>
        </w:rPr>
      </w:pPr>
    </w:p>
    <w:p w14:paraId="2790C309" w14:textId="77777777" w:rsidR="00D27B70" w:rsidRDefault="00B02378">
      <w:pPr>
        <w:autoSpaceDE w:val="0"/>
        <w:autoSpaceDN w:val="0"/>
        <w:adjustRightInd w:val="0"/>
        <w:spacing w:line="276" w:lineRule="auto"/>
        <w:ind w:firstLine="708"/>
        <w:jc w:val="both"/>
      </w:pPr>
      <w:r>
        <w:t>Обучающиеся получат навыки научно-исследовательской и проектной деятельности по математике, настоящая программа элективного курса рассчитана для работы с учащимися 7-11 классов для подготовки ко всем этапам ВОШ, различным научно-практическим конференциям, олимпиадам разного уровня, конкурсам и математическим турнирам. Данная программа дает эффективное развитие творческих и познавательных способностей, логического и критического мышления учащихся;</w:t>
      </w:r>
    </w:p>
    <w:p w14:paraId="56F60B17" w14:textId="77777777" w:rsidR="00D27B70" w:rsidRDefault="00D27B70">
      <w:pPr>
        <w:spacing w:line="276" w:lineRule="auto"/>
        <w:ind w:firstLine="708"/>
        <w:jc w:val="both"/>
      </w:pPr>
    </w:p>
    <w:p w14:paraId="03C3C175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38C67889" w14:textId="77777777" w:rsidR="00D27B70" w:rsidRDefault="00B02378">
      <w:pPr>
        <w:spacing w:line="276" w:lineRule="auto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Пояснительная записка</w:t>
      </w:r>
    </w:p>
    <w:p w14:paraId="7114E95F" w14:textId="77777777" w:rsidR="00D27B70" w:rsidRDefault="00D27B70">
      <w:pPr>
        <w:spacing w:line="276" w:lineRule="auto"/>
        <w:jc w:val="both"/>
      </w:pPr>
    </w:p>
    <w:p w14:paraId="2474F668" w14:textId="77777777" w:rsidR="00D27B70" w:rsidRDefault="00B02378">
      <w:pPr>
        <w:ind w:firstLine="708"/>
        <w:jc w:val="both"/>
      </w:pPr>
      <w:r>
        <w:t>В Концепции модернизации современного российского образования и в ФГОС общего образования второго поколения отмечается, что сегодня необходимо уделять пристальное внимание формированию у учащихся не только глубоких и прочных знаний, но и общеобразовательных умений, универсальных компетенций, функциональной грамотности социально-значимых качеств. В современных условиях, когда и общество, и государство не удовлетворены системой образования (содержанием, направленностью образовательных процессов, уровнем подготовки учащихся), когда педагогическая наука и практика претерпевают глобальные изменения, как в определении ориентиров своего развития, так и в организации практики, проблема модернизации системы образования является актуальной. Поэтому необходимы изменения в философии образования, нужны нововведения и инновации в педагогическую теорию и практику.</w:t>
      </w:r>
    </w:p>
    <w:p w14:paraId="3B750F9A" w14:textId="77777777" w:rsidR="00D27B70" w:rsidRDefault="00B02378">
      <w:pPr>
        <w:spacing w:line="276" w:lineRule="auto"/>
        <w:ind w:firstLine="708"/>
        <w:jc w:val="both"/>
      </w:pPr>
      <w:r>
        <w:t xml:space="preserve">В современной профильной школе роль внеклассной дополнительной подготовки очень велика. На первый взгляд все учащиеся, поступившие в школу, проявили интерес к углубленному изучению математики, и функции кружка переходят к обычным урокам, к тому же многое рационно изучаемое на кружковых занятиях проходится здесь в общем, курсе. Однако именно углубленное изучение тем на кружковых и дополнительных занятиях делает традиционным широкий диапазон, в котором находятся вкусы школьников, открывают дорогу для подлинно дифференцированного подхода к учащимся. Важно к тому же понимать, что свободная непринужденная манера, в которой может и должен вестись математический кружок, делает возможным привлечение к предмету и тех, кто оставляет равнодушными более регламентированная работа на уроке. </w:t>
      </w:r>
    </w:p>
    <w:p w14:paraId="50BA3718" w14:textId="77777777" w:rsidR="00D27B70" w:rsidRDefault="00B02378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Цели и задачи:</w:t>
      </w:r>
    </w:p>
    <w:p w14:paraId="09702346" w14:textId="77777777" w:rsidR="00D27B70" w:rsidRDefault="00B02378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>Цель: создание условий для введения проектно-исследовательской деятельности в образовательном учреждении и формирование проектно-исследовательских компетенций у обучающихся 7-11 классов во внеурочное время.</w:t>
      </w:r>
    </w:p>
    <w:p w14:paraId="2F20E9A0" w14:textId="77777777" w:rsidR="00D27B70" w:rsidRDefault="00B02378">
      <w:pPr>
        <w:autoSpaceDE w:val="0"/>
        <w:autoSpaceDN w:val="0"/>
        <w:adjustRightInd w:val="0"/>
        <w:spacing w:line="276" w:lineRule="auto"/>
        <w:ind w:firstLine="708"/>
        <w:jc w:val="both"/>
      </w:pPr>
      <w:r>
        <w:t>Задачи:</w:t>
      </w:r>
    </w:p>
    <w:p w14:paraId="57AD4F09" w14:textId="77777777" w:rsidR="00D27B70" w:rsidRDefault="00B0237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развитие творческих и познавательных способностей, логического мышления учащихся;</w:t>
      </w:r>
    </w:p>
    <w:p w14:paraId="2545FCED" w14:textId="77777777" w:rsidR="00D27B70" w:rsidRDefault="00B0237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совершенствование способностей к самообразованию, умение поставить цель и организовать ее достижение;</w:t>
      </w:r>
    </w:p>
    <w:p w14:paraId="6B17F2EC" w14:textId="77777777" w:rsidR="00D27B70" w:rsidRDefault="00B0237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 xml:space="preserve">развитие умения ориентироваться в информационном пространстве и выделить главное – научить добывать информацию, критически ее </w:t>
      </w:r>
      <w:r>
        <w:lastRenderedPageBreak/>
        <w:t>оценивать, ранжировать по значимости, ограничивать по объему, использовать различные источники;</w:t>
      </w:r>
    </w:p>
    <w:p w14:paraId="2D84C80D" w14:textId="77777777" w:rsidR="00D27B70" w:rsidRDefault="00B0237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научить планировать свою работу;</w:t>
      </w:r>
    </w:p>
    <w:p w14:paraId="20AFA4B4" w14:textId="77777777" w:rsidR="00D27B70" w:rsidRDefault="00B0237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формирование умений взаимодействовать с другими людьми, воспринимать их информацию, выполнять различные социальные роли в группе и коллективе;</w:t>
      </w:r>
    </w:p>
    <w:p w14:paraId="16FD76A6" w14:textId="77777777" w:rsidR="00D27B70" w:rsidRDefault="00B0237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подготовка обучающихся к различным олимпиадам, конкурсам, конференциям по математике;</w:t>
      </w:r>
    </w:p>
    <w:p w14:paraId="51D4661A" w14:textId="77777777" w:rsidR="00D27B70" w:rsidRDefault="00B0237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 xml:space="preserve">развитие у учащегося критического мышления, адекватной самооценки, формирование позитивной </w:t>
      </w:r>
      <w:proofErr w:type="gramStart"/>
      <w:r>
        <w:t>Я</w:t>
      </w:r>
      <w:proofErr w:type="gramEnd"/>
      <w:r>
        <w:t xml:space="preserve"> - концепции;</w:t>
      </w:r>
    </w:p>
    <w:p w14:paraId="24DD5802" w14:textId="77777777" w:rsidR="00D27B70" w:rsidRDefault="00B0237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обучение учащихся рефлексии;</w:t>
      </w:r>
    </w:p>
    <w:p w14:paraId="72D2DAD8" w14:textId="77777777" w:rsidR="00D27B70" w:rsidRDefault="00B0237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обучение учащихся публично выступать.</w:t>
      </w:r>
    </w:p>
    <w:p w14:paraId="4169BA9B" w14:textId="77777777" w:rsidR="00D27B70" w:rsidRDefault="00B02378">
      <w:pPr>
        <w:spacing w:line="276" w:lineRule="auto"/>
        <w:ind w:firstLine="708"/>
        <w:jc w:val="both"/>
      </w:pPr>
      <w:r>
        <w:t xml:space="preserve">Данная программа элективного курса  предусматривает формирование у учащихся устойчивого интереса к предмету, выявление и развитие их математикой, подготовку к обучению, высокое качество </w:t>
      </w:r>
      <w:proofErr w:type="spellStart"/>
      <w:r>
        <w:t>сформированности</w:t>
      </w:r>
      <w:proofErr w:type="spellEnd"/>
      <w:r>
        <w:t xml:space="preserve"> знаний, умений и навыков; учащиеся должны приобрести умения решать задачи более высокого творческого и исследовательского характера, излагать собственные рассуждения при решении задач и доказательствах теорем, правильно пользоваться математической терминологией и символикой, использовать наиболее эвристические приёмы решения нестандартных олимпиадных задач. Занятия могут проходить в виде решения задач, олимпиады, устного конкурса, конференции учащихся, лекции и семинара, т.е. форма кружковых занятий может широко варьироваться. Планирование кружковых занятий по математики тоже носит гибкий характер: неожиданно возникший на уроке вопрос может послужить темой ближайшего занятия. </w:t>
      </w:r>
    </w:p>
    <w:p w14:paraId="3170F125" w14:textId="77777777" w:rsidR="00D27B70" w:rsidRDefault="00D27B70">
      <w:pPr>
        <w:spacing w:line="276" w:lineRule="auto"/>
        <w:ind w:firstLine="708"/>
        <w:jc w:val="both"/>
      </w:pPr>
    </w:p>
    <w:p w14:paraId="5E39339A" w14:textId="77777777" w:rsidR="00D27B70" w:rsidRDefault="00D27B70">
      <w:pPr>
        <w:spacing w:line="276" w:lineRule="auto"/>
        <w:jc w:val="center"/>
        <w:rPr>
          <w:b/>
        </w:rPr>
      </w:pPr>
    </w:p>
    <w:p w14:paraId="472AD310" w14:textId="77777777" w:rsidR="00D27B70" w:rsidRDefault="00D27B70">
      <w:pPr>
        <w:spacing w:line="276" w:lineRule="auto"/>
        <w:jc w:val="center"/>
        <w:rPr>
          <w:b/>
        </w:rPr>
      </w:pPr>
    </w:p>
    <w:p w14:paraId="72A78BF0" w14:textId="77777777" w:rsidR="00D27B70" w:rsidRDefault="00D27B70">
      <w:pPr>
        <w:spacing w:line="276" w:lineRule="auto"/>
        <w:jc w:val="center"/>
        <w:rPr>
          <w:b/>
        </w:rPr>
      </w:pPr>
    </w:p>
    <w:p w14:paraId="05BB6E88" w14:textId="77777777" w:rsidR="00D27B70" w:rsidRDefault="00D27B70">
      <w:pPr>
        <w:spacing w:line="276" w:lineRule="auto"/>
        <w:jc w:val="center"/>
        <w:rPr>
          <w:b/>
        </w:rPr>
      </w:pPr>
    </w:p>
    <w:p w14:paraId="632709C5" w14:textId="77777777" w:rsidR="00D27B70" w:rsidRDefault="00D27B70">
      <w:pPr>
        <w:spacing w:line="276" w:lineRule="auto"/>
        <w:jc w:val="center"/>
        <w:rPr>
          <w:b/>
        </w:rPr>
      </w:pPr>
    </w:p>
    <w:p w14:paraId="4C2DC6D1" w14:textId="77777777" w:rsidR="00D27B70" w:rsidRDefault="00D27B70">
      <w:pPr>
        <w:spacing w:line="276" w:lineRule="auto"/>
        <w:jc w:val="center"/>
        <w:rPr>
          <w:b/>
        </w:rPr>
      </w:pPr>
    </w:p>
    <w:p w14:paraId="011E9F36" w14:textId="77777777" w:rsidR="00D27B70" w:rsidRDefault="00D27B70">
      <w:pPr>
        <w:spacing w:line="276" w:lineRule="auto"/>
        <w:jc w:val="center"/>
        <w:rPr>
          <w:b/>
        </w:rPr>
      </w:pPr>
    </w:p>
    <w:p w14:paraId="3DF3100A" w14:textId="77777777" w:rsidR="00D27B70" w:rsidRDefault="00D27B70">
      <w:pPr>
        <w:spacing w:line="276" w:lineRule="auto"/>
        <w:jc w:val="center"/>
        <w:rPr>
          <w:b/>
        </w:rPr>
      </w:pPr>
    </w:p>
    <w:p w14:paraId="65D908AC" w14:textId="77777777" w:rsidR="00D27B70" w:rsidRDefault="00D27B70">
      <w:pPr>
        <w:spacing w:line="276" w:lineRule="auto"/>
        <w:jc w:val="center"/>
        <w:rPr>
          <w:b/>
        </w:rPr>
      </w:pPr>
    </w:p>
    <w:p w14:paraId="494A702B" w14:textId="77777777" w:rsidR="00D27B70" w:rsidRDefault="00D27B70">
      <w:pPr>
        <w:spacing w:line="276" w:lineRule="auto"/>
        <w:jc w:val="center"/>
        <w:rPr>
          <w:b/>
        </w:rPr>
      </w:pPr>
    </w:p>
    <w:p w14:paraId="7106CE57" w14:textId="77777777" w:rsidR="00D27B70" w:rsidRDefault="00D27B70">
      <w:pPr>
        <w:spacing w:line="276" w:lineRule="auto"/>
        <w:jc w:val="center"/>
        <w:rPr>
          <w:b/>
        </w:rPr>
      </w:pPr>
    </w:p>
    <w:p w14:paraId="79E11161" w14:textId="77777777" w:rsidR="00D27B70" w:rsidRDefault="00D27B70">
      <w:pPr>
        <w:spacing w:line="276" w:lineRule="auto"/>
        <w:jc w:val="center"/>
        <w:rPr>
          <w:b/>
        </w:rPr>
      </w:pPr>
    </w:p>
    <w:p w14:paraId="0CC126B2" w14:textId="77777777" w:rsidR="00D27B70" w:rsidRDefault="00D27B70">
      <w:pPr>
        <w:spacing w:line="276" w:lineRule="auto"/>
        <w:jc w:val="center"/>
        <w:rPr>
          <w:b/>
        </w:rPr>
      </w:pPr>
    </w:p>
    <w:p w14:paraId="17D37E1D" w14:textId="77777777" w:rsidR="00D27B70" w:rsidRDefault="00D27B70">
      <w:pPr>
        <w:spacing w:line="276" w:lineRule="auto"/>
        <w:jc w:val="center"/>
        <w:rPr>
          <w:b/>
        </w:rPr>
      </w:pPr>
    </w:p>
    <w:p w14:paraId="21685637" w14:textId="77777777" w:rsidR="00D27B70" w:rsidRDefault="00D27B70">
      <w:pPr>
        <w:spacing w:line="276" w:lineRule="auto"/>
        <w:jc w:val="center"/>
        <w:rPr>
          <w:b/>
        </w:rPr>
      </w:pPr>
    </w:p>
    <w:p w14:paraId="7347BA43" w14:textId="77777777" w:rsidR="00D27B70" w:rsidRDefault="00D27B70">
      <w:pPr>
        <w:spacing w:line="276" w:lineRule="auto"/>
        <w:jc w:val="center"/>
        <w:rPr>
          <w:b/>
        </w:rPr>
      </w:pPr>
    </w:p>
    <w:p w14:paraId="35AD138F" w14:textId="77777777" w:rsidR="00D27B70" w:rsidRDefault="00D27B70">
      <w:pPr>
        <w:spacing w:line="276" w:lineRule="auto"/>
        <w:jc w:val="center"/>
        <w:rPr>
          <w:b/>
        </w:rPr>
      </w:pPr>
    </w:p>
    <w:p w14:paraId="58F84513" w14:textId="77777777" w:rsidR="00D27B70" w:rsidRDefault="00D27B70">
      <w:pPr>
        <w:spacing w:line="276" w:lineRule="auto"/>
        <w:jc w:val="center"/>
        <w:rPr>
          <w:b/>
        </w:rPr>
      </w:pPr>
    </w:p>
    <w:p w14:paraId="75E500EC" w14:textId="77777777" w:rsidR="00D27B70" w:rsidRDefault="00D27B70">
      <w:pPr>
        <w:spacing w:line="276" w:lineRule="auto"/>
        <w:jc w:val="center"/>
        <w:rPr>
          <w:b/>
        </w:rPr>
      </w:pPr>
    </w:p>
    <w:p w14:paraId="07D1FC3D" w14:textId="77777777" w:rsidR="00D27B70" w:rsidRDefault="00D27B70">
      <w:pPr>
        <w:spacing w:line="276" w:lineRule="auto"/>
        <w:rPr>
          <w:b/>
        </w:rPr>
      </w:pPr>
    </w:p>
    <w:p w14:paraId="0E7FD748" w14:textId="77777777" w:rsidR="00D27B70" w:rsidRDefault="00B02378">
      <w:pPr>
        <w:spacing w:line="276" w:lineRule="auto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lastRenderedPageBreak/>
        <w:t>Содержание программы</w:t>
      </w:r>
    </w:p>
    <w:p w14:paraId="3C380EDD" w14:textId="77777777" w:rsidR="00D27B70" w:rsidRDefault="00D27B70">
      <w:pPr>
        <w:spacing w:line="276" w:lineRule="auto"/>
        <w:jc w:val="center"/>
        <w:rPr>
          <w:b/>
        </w:rPr>
      </w:pPr>
    </w:p>
    <w:p w14:paraId="4A7F22EA" w14:textId="77777777" w:rsidR="00D27B70" w:rsidRDefault="00D27B70">
      <w:pPr>
        <w:spacing w:line="276" w:lineRule="auto"/>
        <w:jc w:val="center"/>
        <w:rPr>
          <w:b/>
        </w:rPr>
      </w:pPr>
    </w:p>
    <w:p w14:paraId="3577B6F1" w14:textId="77777777" w:rsidR="00D27B70" w:rsidRDefault="00B02378">
      <w:pPr>
        <w:spacing w:line="276" w:lineRule="auto"/>
        <w:jc w:val="both"/>
      </w:pPr>
      <w:r>
        <w:rPr>
          <w:b/>
        </w:rPr>
        <w:t>1.</w:t>
      </w:r>
      <w:r>
        <w:t>Логические задачи, задачи по теории множеств. Арифметические задачи. Множества и операции над ними. Круги Эйлера. Свойства числовых множеств.</w:t>
      </w:r>
    </w:p>
    <w:p w14:paraId="1DB717D1" w14:textId="77777777" w:rsidR="00D27B70" w:rsidRDefault="00D27B70">
      <w:pPr>
        <w:spacing w:line="276" w:lineRule="auto"/>
        <w:jc w:val="both"/>
      </w:pPr>
    </w:p>
    <w:p w14:paraId="178E53F4" w14:textId="77777777" w:rsidR="00D27B70" w:rsidRDefault="00B02378">
      <w:pPr>
        <w:spacing w:line="276" w:lineRule="auto"/>
        <w:jc w:val="both"/>
      </w:pPr>
      <w:r>
        <w:rPr>
          <w:b/>
        </w:rPr>
        <w:t>2.</w:t>
      </w:r>
      <w:r>
        <w:t>Стратегические задачи. Игры. Взвешивание. Переливание и перекладывание. Задачи с шахматами. Разные задачи.</w:t>
      </w:r>
    </w:p>
    <w:p w14:paraId="3849DEFA" w14:textId="77777777" w:rsidR="00D27B70" w:rsidRDefault="00D27B70">
      <w:pPr>
        <w:spacing w:line="276" w:lineRule="auto"/>
        <w:jc w:val="both"/>
      </w:pPr>
    </w:p>
    <w:p w14:paraId="267A24CB" w14:textId="77777777" w:rsidR="00D27B70" w:rsidRDefault="00B02378">
      <w:pPr>
        <w:spacing w:line="276" w:lineRule="auto"/>
        <w:jc w:val="both"/>
      </w:pPr>
      <w:r>
        <w:rPr>
          <w:b/>
        </w:rPr>
        <w:t>3.</w:t>
      </w:r>
      <w:r>
        <w:t>Принцип Дирихле. Теорема Дирихле. Применение принципа Дирихле в</w:t>
      </w:r>
    </w:p>
    <w:p w14:paraId="1C098B76" w14:textId="77777777" w:rsidR="00D27B70" w:rsidRDefault="00B02378">
      <w:pPr>
        <w:spacing w:line="276" w:lineRule="auto"/>
        <w:jc w:val="both"/>
      </w:pPr>
      <w:r>
        <w:t xml:space="preserve"> различных задачах.</w:t>
      </w:r>
    </w:p>
    <w:p w14:paraId="31C825B4" w14:textId="77777777" w:rsidR="00D27B70" w:rsidRDefault="00D27B70">
      <w:pPr>
        <w:spacing w:line="276" w:lineRule="auto"/>
        <w:jc w:val="both"/>
      </w:pPr>
    </w:p>
    <w:p w14:paraId="51274AD1" w14:textId="77777777" w:rsidR="00D27B70" w:rsidRDefault="00B02378">
      <w:pPr>
        <w:spacing w:line="276" w:lineRule="auto"/>
        <w:jc w:val="both"/>
      </w:pPr>
      <w:r>
        <w:rPr>
          <w:b/>
        </w:rPr>
        <w:t>4</w:t>
      </w:r>
      <w:r>
        <w:t>.Задачи на делимость и неопределённые уравнения. Делитель и кратное. Перебор остатков. Метод математической индукции. Основная теорема арифметики. Простые и составные числа. Вычеты.</w:t>
      </w:r>
    </w:p>
    <w:p w14:paraId="7AB70625" w14:textId="77777777" w:rsidR="00D27B70" w:rsidRDefault="00D27B70">
      <w:pPr>
        <w:spacing w:line="276" w:lineRule="auto"/>
        <w:jc w:val="both"/>
      </w:pPr>
    </w:p>
    <w:p w14:paraId="1749056E" w14:textId="77777777" w:rsidR="00D27B70" w:rsidRDefault="00B02378">
      <w:pPr>
        <w:spacing w:line="276" w:lineRule="auto"/>
        <w:jc w:val="both"/>
      </w:pPr>
      <w:r>
        <w:rPr>
          <w:b/>
        </w:rPr>
        <w:t>5</w:t>
      </w:r>
      <w:r>
        <w:t>.Решение планиметрических задач. Применения подобия. Замечательные точки и линии треугольника. Задачи на отыскание ГМТ.</w:t>
      </w:r>
    </w:p>
    <w:p w14:paraId="7717EB02" w14:textId="77777777" w:rsidR="00D27B70" w:rsidRDefault="00B02378">
      <w:pPr>
        <w:spacing w:line="276" w:lineRule="auto"/>
        <w:jc w:val="both"/>
      </w:pPr>
      <w:r>
        <w:t>Задачи на построение. Преобразования плоскости и их применения к решению задач.</w:t>
      </w:r>
    </w:p>
    <w:p w14:paraId="1C596795" w14:textId="77777777" w:rsidR="00D27B70" w:rsidRDefault="00D27B70">
      <w:pPr>
        <w:spacing w:line="276" w:lineRule="auto"/>
        <w:jc w:val="both"/>
      </w:pPr>
    </w:p>
    <w:p w14:paraId="673CB3E5" w14:textId="77777777" w:rsidR="00D27B70" w:rsidRDefault="00B02378">
      <w:pPr>
        <w:spacing w:line="276" w:lineRule="auto"/>
        <w:jc w:val="both"/>
      </w:pPr>
      <w:r>
        <w:rPr>
          <w:b/>
        </w:rPr>
        <w:t>6</w:t>
      </w:r>
      <w:r>
        <w:t>. Уравнение в целых числах. Определение и применение их в различных ситуациях.</w:t>
      </w:r>
    </w:p>
    <w:p w14:paraId="3DBD5ACD" w14:textId="77777777" w:rsidR="00D27B70" w:rsidRDefault="00B02378">
      <w:pPr>
        <w:spacing w:line="276" w:lineRule="auto"/>
        <w:jc w:val="both"/>
      </w:pPr>
      <w:r>
        <w:t>Нестандартные методы решения уравнений.</w:t>
      </w:r>
    </w:p>
    <w:p w14:paraId="435CF517" w14:textId="77777777" w:rsidR="00D27B70" w:rsidRDefault="00D27B70">
      <w:pPr>
        <w:spacing w:line="276" w:lineRule="auto"/>
        <w:jc w:val="both"/>
      </w:pPr>
    </w:p>
    <w:p w14:paraId="54386899" w14:textId="77777777" w:rsidR="00D27B70" w:rsidRDefault="00B02378">
      <w:pPr>
        <w:spacing w:line="276" w:lineRule="auto"/>
        <w:jc w:val="both"/>
      </w:pPr>
      <w:r>
        <w:rPr>
          <w:b/>
        </w:rPr>
        <w:t>7</w:t>
      </w:r>
      <w:r>
        <w:t>. Комбинаторика. Перестановки. Размещения. Сочетания.</w:t>
      </w:r>
    </w:p>
    <w:p w14:paraId="57493D70" w14:textId="77777777" w:rsidR="00D27B70" w:rsidRDefault="00D27B70">
      <w:pPr>
        <w:spacing w:line="276" w:lineRule="auto"/>
        <w:jc w:val="both"/>
      </w:pPr>
    </w:p>
    <w:p w14:paraId="3902368D" w14:textId="77777777" w:rsidR="00D27B70" w:rsidRDefault="00B02378">
      <w:pPr>
        <w:spacing w:line="276" w:lineRule="auto"/>
        <w:jc w:val="both"/>
      </w:pPr>
      <w:r>
        <w:t>8. Инварианты. Полуинварианты</w:t>
      </w:r>
    </w:p>
    <w:p w14:paraId="60C01F59" w14:textId="77777777" w:rsidR="00D27B70" w:rsidRDefault="00D27B70">
      <w:pPr>
        <w:spacing w:line="276" w:lineRule="auto"/>
        <w:jc w:val="both"/>
      </w:pPr>
    </w:p>
    <w:p w14:paraId="2F8146FE" w14:textId="77777777" w:rsidR="00D27B70" w:rsidRDefault="00B02378">
      <w:pPr>
        <w:spacing w:line="276" w:lineRule="auto"/>
        <w:jc w:val="both"/>
      </w:pPr>
      <w:r>
        <w:t>9.Графы. Свойства графов.</w:t>
      </w:r>
    </w:p>
    <w:p w14:paraId="0959A110" w14:textId="77777777" w:rsidR="00D27B70" w:rsidRDefault="00D27B70">
      <w:pPr>
        <w:spacing w:line="276" w:lineRule="auto"/>
        <w:jc w:val="both"/>
      </w:pPr>
    </w:p>
    <w:p w14:paraId="3A6A9331" w14:textId="77777777" w:rsidR="00D27B70" w:rsidRDefault="00B02378">
      <w:pPr>
        <w:spacing w:line="276" w:lineRule="auto"/>
        <w:jc w:val="both"/>
      </w:pPr>
      <w:r>
        <w:rPr>
          <w:b/>
        </w:rPr>
        <w:t>10.</w:t>
      </w:r>
      <w:r>
        <w:t xml:space="preserve"> Задачи на проценты, движение и работу.</w:t>
      </w:r>
    </w:p>
    <w:p w14:paraId="72EE0A6C" w14:textId="77777777" w:rsidR="00D27B70" w:rsidRDefault="00D27B70">
      <w:pPr>
        <w:spacing w:line="276" w:lineRule="auto"/>
        <w:jc w:val="both"/>
      </w:pPr>
    </w:p>
    <w:p w14:paraId="09DF97E5" w14:textId="77777777" w:rsidR="00D27B70" w:rsidRDefault="00B02378">
      <w:pPr>
        <w:spacing w:line="276" w:lineRule="auto"/>
        <w:jc w:val="both"/>
      </w:pPr>
      <w:r>
        <w:rPr>
          <w:b/>
        </w:rPr>
        <w:t>11</w:t>
      </w:r>
      <w:r>
        <w:t>. Алгебраические и геометрические задачи на максимум и минимум.</w:t>
      </w:r>
    </w:p>
    <w:p w14:paraId="5E89EFCA" w14:textId="77777777" w:rsidR="00D27B70" w:rsidRDefault="00D27B70">
      <w:pPr>
        <w:spacing w:line="276" w:lineRule="auto"/>
        <w:jc w:val="both"/>
      </w:pPr>
    </w:p>
    <w:p w14:paraId="2C1357F3" w14:textId="77777777" w:rsidR="00D27B70" w:rsidRDefault="00B02378">
      <w:pPr>
        <w:spacing w:line="276" w:lineRule="auto"/>
        <w:jc w:val="both"/>
      </w:pPr>
      <w:r>
        <w:rPr>
          <w:b/>
        </w:rPr>
        <w:t>12.</w:t>
      </w:r>
      <w:r>
        <w:t xml:space="preserve"> Задачи на раскраску. Математические ребусы. </w:t>
      </w:r>
    </w:p>
    <w:p w14:paraId="158950AC" w14:textId="77777777" w:rsidR="00D27B70" w:rsidRDefault="00D27B70">
      <w:pPr>
        <w:spacing w:line="276" w:lineRule="auto"/>
        <w:jc w:val="center"/>
        <w:rPr>
          <w:b/>
        </w:rPr>
      </w:pPr>
    </w:p>
    <w:p w14:paraId="783EE64C" w14:textId="77777777" w:rsidR="00D27B70" w:rsidRDefault="00B02378">
      <w:pPr>
        <w:spacing w:line="276" w:lineRule="auto"/>
        <w:jc w:val="both"/>
      </w:pPr>
      <w:r>
        <w:rPr>
          <w:b/>
        </w:rPr>
        <w:t>13.</w:t>
      </w:r>
      <w:r>
        <w:t>Проектная и исследовательская деятельность учащихся. Работа над учебно-исследовательскими проектами.</w:t>
      </w:r>
    </w:p>
    <w:p w14:paraId="0DB05A32" w14:textId="77777777" w:rsidR="00D27B70" w:rsidRDefault="00D27B70">
      <w:pPr>
        <w:spacing w:line="276" w:lineRule="auto"/>
        <w:jc w:val="both"/>
      </w:pPr>
    </w:p>
    <w:p w14:paraId="40796EED" w14:textId="77777777" w:rsidR="00D27B70" w:rsidRDefault="00B02378">
      <w:pPr>
        <w:spacing w:line="276" w:lineRule="auto"/>
        <w:jc w:val="both"/>
      </w:pPr>
      <w:r>
        <w:rPr>
          <w:b/>
        </w:rPr>
        <w:t>14.</w:t>
      </w:r>
      <w:r>
        <w:t>Решение олимпиадных задач.</w:t>
      </w:r>
    </w:p>
    <w:p w14:paraId="190CE046" w14:textId="77777777" w:rsidR="00D27B70" w:rsidRDefault="00D27B70">
      <w:pPr>
        <w:spacing w:line="276" w:lineRule="auto"/>
        <w:jc w:val="both"/>
      </w:pPr>
    </w:p>
    <w:p w14:paraId="5F99F939" w14:textId="77777777" w:rsidR="00D27B70" w:rsidRDefault="00B02378">
      <w:pPr>
        <w:spacing w:line="276" w:lineRule="auto"/>
        <w:jc w:val="both"/>
      </w:pPr>
      <w:r>
        <w:rPr>
          <w:b/>
        </w:rPr>
        <w:t>15</w:t>
      </w:r>
      <w:r>
        <w:t>. Преобразования, функции, уравнения и неравенства.</w:t>
      </w:r>
    </w:p>
    <w:p w14:paraId="2369F56A" w14:textId="77777777" w:rsidR="00D27B70" w:rsidRDefault="00D27B70">
      <w:pPr>
        <w:spacing w:line="276" w:lineRule="auto"/>
        <w:jc w:val="both"/>
      </w:pPr>
    </w:p>
    <w:p w14:paraId="28576E94" w14:textId="77777777" w:rsidR="00D27B70" w:rsidRDefault="00B02378">
      <w:pPr>
        <w:spacing w:line="276" w:lineRule="auto"/>
        <w:jc w:val="both"/>
      </w:pPr>
      <w:r>
        <w:rPr>
          <w:b/>
        </w:rPr>
        <w:t>16.</w:t>
      </w:r>
      <w:r>
        <w:t>Функциональные уравнения. Понятие функционального уравнения. Методы решения.</w:t>
      </w:r>
    </w:p>
    <w:p w14:paraId="7B25E04B" w14:textId="77777777" w:rsidR="00D27B70" w:rsidRDefault="00D27B70">
      <w:pPr>
        <w:spacing w:line="276" w:lineRule="auto"/>
        <w:jc w:val="both"/>
      </w:pPr>
    </w:p>
    <w:p w14:paraId="680B6EA7" w14:textId="77777777" w:rsidR="00D27B70" w:rsidRDefault="00D27B70">
      <w:pPr>
        <w:spacing w:line="276" w:lineRule="auto"/>
        <w:jc w:val="both"/>
      </w:pPr>
    </w:p>
    <w:p w14:paraId="4FF20CE0" w14:textId="77777777" w:rsidR="00D27B70" w:rsidRDefault="00B02378">
      <w:pPr>
        <w:spacing w:line="276" w:lineRule="auto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lastRenderedPageBreak/>
        <w:t xml:space="preserve">Тематическое планирование </w:t>
      </w:r>
    </w:p>
    <w:p w14:paraId="3EF2F55C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33A74A7F" w14:textId="77777777" w:rsidR="00D27B70" w:rsidRDefault="00D27B70">
      <w:pPr>
        <w:spacing w:line="276" w:lineRule="auto"/>
        <w:rPr>
          <w:b/>
          <w:color w:val="C00000"/>
        </w:rPr>
      </w:pPr>
    </w:p>
    <w:p w14:paraId="71C67FEE" w14:textId="77777777" w:rsidR="00D27B70" w:rsidRDefault="00B02378">
      <w:pPr>
        <w:spacing w:line="276" w:lineRule="auto"/>
        <w:jc w:val="both"/>
      </w:pPr>
      <w:r>
        <w:rPr>
          <w:b/>
        </w:rPr>
        <w:t>1.</w:t>
      </w:r>
      <w:r>
        <w:t>Логические задачи, задачи по теории множеств. Арифметические задачи. Множества и операции над ними. Круги Эйлера. Свойства числовых множеств. – 2ч.</w:t>
      </w:r>
    </w:p>
    <w:p w14:paraId="25FB32FA" w14:textId="77777777" w:rsidR="00D27B70" w:rsidRDefault="00D27B70">
      <w:pPr>
        <w:spacing w:line="276" w:lineRule="auto"/>
        <w:jc w:val="both"/>
      </w:pPr>
    </w:p>
    <w:p w14:paraId="2D50D662" w14:textId="77777777" w:rsidR="00D27B70" w:rsidRDefault="00B02378">
      <w:pPr>
        <w:spacing w:line="276" w:lineRule="auto"/>
        <w:jc w:val="both"/>
      </w:pPr>
      <w:r>
        <w:rPr>
          <w:b/>
        </w:rPr>
        <w:t>2.</w:t>
      </w:r>
      <w:r>
        <w:t>Стратегические задачи. Игры. Взвешивание. Переливание и перекладывание. Задачи с шахматами. Разные задачи. – 2ч.</w:t>
      </w:r>
    </w:p>
    <w:p w14:paraId="41412F9E" w14:textId="77777777" w:rsidR="00D27B70" w:rsidRDefault="00D27B70">
      <w:pPr>
        <w:spacing w:line="276" w:lineRule="auto"/>
        <w:jc w:val="both"/>
      </w:pPr>
    </w:p>
    <w:p w14:paraId="7F86D9AA" w14:textId="77777777" w:rsidR="00D27B70" w:rsidRDefault="00B02378">
      <w:pPr>
        <w:spacing w:line="276" w:lineRule="auto"/>
        <w:jc w:val="both"/>
      </w:pPr>
      <w:r>
        <w:rPr>
          <w:b/>
        </w:rPr>
        <w:t>3.</w:t>
      </w:r>
      <w:r>
        <w:t>Принцип Дирихле. Теорема Дирихле. Применение принципа Дирихле в</w:t>
      </w:r>
    </w:p>
    <w:p w14:paraId="515F5102" w14:textId="77777777" w:rsidR="00D27B70" w:rsidRDefault="00B02378">
      <w:pPr>
        <w:spacing w:line="276" w:lineRule="auto"/>
        <w:jc w:val="both"/>
      </w:pPr>
      <w:r>
        <w:t xml:space="preserve"> различных задачах. – 2ч.</w:t>
      </w:r>
    </w:p>
    <w:p w14:paraId="2ED0010B" w14:textId="77777777" w:rsidR="00D27B70" w:rsidRDefault="00D27B70">
      <w:pPr>
        <w:spacing w:line="276" w:lineRule="auto"/>
        <w:jc w:val="both"/>
      </w:pPr>
    </w:p>
    <w:p w14:paraId="7695F3A0" w14:textId="77777777" w:rsidR="00D27B70" w:rsidRDefault="00B02378">
      <w:pPr>
        <w:spacing w:line="276" w:lineRule="auto"/>
        <w:jc w:val="both"/>
      </w:pPr>
      <w:r>
        <w:rPr>
          <w:b/>
        </w:rPr>
        <w:t>4</w:t>
      </w:r>
      <w:r>
        <w:t>.Задачи на делимость и неопределённые уравнения. Делитель и кратное. Перебор остатков. Метод математической индукции. Основная теорема арифметики. Простые и составные числа. Вычеты. -2ч.</w:t>
      </w:r>
    </w:p>
    <w:p w14:paraId="069EE4F5" w14:textId="77777777" w:rsidR="00D27B70" w:rsidRDefault="00D27B70">
      <w:pPr>
        <w:spacing w:line="276" w:lineRule="auto"/>
        <w:jc w:val="both"/>
      </w:pPr>
    </w:p>
    <w:p w14:paraId="0AFB47E7" w14:textId="77777777" w:rsidR="00D27B70" w:rsidRDefault="00B02378">
      <w:pPr>
        <w:spacing w:line="276" w:lineRule="auto"/>
        <w:jc w:val="both"/>
      </w:pPr>
      <w:r>
        <w:rPr>
          <w:b/>
        </w:rPr>
        <w:t>5</w:t>
      </w:r>
      <w:r>
        <w:t>.Решение планиметрических задач. Применения подобия. Замечательные точки и линии треугольника. Задачи на отыскание ГМТ.</w:t>
      </w:r>
    </w:p>
    <w:p w14:paraId="0CB64104" w14:textId="77777777" w:rsidR="00D27B70" w:rsidRDefault="00B02378">
      <w:pPr>
        <w:spacing w:line="276" w:lineRule="auto"/>
        <w:jc w:val="both"/>
      </w:pPr>
      <w:r>
        <w:t>Задачи на построение. Преобразования плоскости и их применения к решению задач. – 2ч.</w:t>
      </w:r>
    </w:p>
    <w:p w14:paraId="0E743404" w14:textId="77777777" w:rsidR="00D27B70" w:rsidRDefault="00D27B70">
      <w:pPr>
        <w:spacing w:line="276" w:lineRule="auto"/>
        <w:jc w:val="both"/>
      </w:pPr>
    </w:p>
    <w:p w14:paraId="09BC9B4B" w14:textId="77777777" w:rsidR="00D27B70" w:rsidRDefault="00B02378">
      <w:pPr>
        <w:spacing w:line="276" w:lineRule="auto"/>
        <w:jc w:val="both"/>
      </w:pPr>
      <w:r>
        <w:rPr>
          <w:b/>
        </w:rPr>
        <w:t>6</w:t>
      </w:r>
      <w:r>
        <w:t>. Уравнение в целых числах. Определение и применение их в различных ситуациях.</w:t>
      </w:r>
    </w:p>
    <w:p w14:paraId="15F0ABB6" w14:textId="77777777" w:rsidR="00D27B70" w:rsidRDefault="00B02378">
      <w:pPr>
        <w:spacing w:line="276" w:lineRule="auto"/>
        <w:jc w:val="both"/>
      </w:pPr>
      <w:r>
        <w:t>Нестандартные методы решения уравнений. – 2ч.</w:t>
      </w:r>
    </w:p>
    <w:p w14:paraId="5C353157" w14:textId="77777777" w:rsidR="00D27B70" w:rsidRDefault="00D27B70">
      <w:pPr>
        <w:spacing w:line="276" w:lineRule="auto"/>
        <w:jc w:val="both"/>
      </w:pPr>
    </w:p>
    <w:p w14:paraId="39AB5E13" w14:textId="77777777" w:rsidR="00D27B70" w:rsidRDefault="00B02378">
      <w:pPr>
        <w:spacing w:line="276" w:lineRule="auto"/>
        <w:jc w:val="both"/>
      </w:pPr>
      <w:r>
        <w:rPr>
          <w:b/>
        </w:rPr>
        <w:t>7</w:t>
      </w:r>
      <w:r>
        <w:t>. Комбинаторика. Перестановки. Размещения. Сочетания. – 2ч.</w:t>
      </w:r>
    </w:p>
    <w:p w14:paraId="3D4541D7" w14:textId="77777777" w:rsidR="00D27B70" w:rsidRDefault="00D27B70">
      <w:pPr>
        <w:spacing w:line="276" w:lineRule="auto"/>
        <w:jc w:val="both"/>
      </w:pPr>
    </w:p>
    <w:p w14:paraId="37B6ECCC" w14:textId="77777777" w:rsidR="00D27B70" w:rsidRDefault="00B02378">
      <w:pPr>
        <w:spacing w:line="276" w:lineRule="auto"/>
        <w:jc w:val="both"/>
      </w:pPr>
      <w:r>
        <w:t>8. Инварианты. Полуинварианты. – 2ч.</w:t>
      </w:r>
    </w:p>
    <w:p w14:paraId="43DE661B" w14:textId="77777777" w:rsidR="00D27B70" w:rsidRDefault="00D27B70">
      <w:pPr>
        <w:spacing w:line="276" w:lineRule="auto"/>
        <w:jc w:val="both"/>
      </w:pPr>
    </w:p>
    <w:p w14:paraId="3F4F3A47" w14:textId="77777777" w:rsidR="00D27B70" w:rsidRDefault="00B02378">
      <w:pPr>
        <w:spacing w:line="276" w:lineRule="auto"/>
        <w:jc w:val="both"/>
      </w:pPr>
      <w:r>
        <w:t>9.Графы. Свойства графов. – 2ч.</w:t>
      </w:r>
    </w:p>
    <w:p w14:paraId="04E95B0E" w14:textId="77777777" w:rsidR="00D27B70" w:rsidRDefault="00D27B70">
      <w:pPr>
        <w:spacing w:line="276" w:lineRule="auto"/>
        <w:jc w:val="both"/>
      </w:pPr>
    </w:p>
    <w:p w14:paraId="5315C1B4" w14:textId="77777777" w:rsidR="00D27B70" w:rsidRDefault="00B02378">
      <w:pPr>
        <w:spacing w:line="276" w:lineRule="auto"/>
        <w:jc w:val="both"/>
      </w:pPr>
      <w:r>
        <w:rPr>
          <w:b/>
        </w:rPr>
        <w:t>10.</w:t>
      </w:r>
      <w:r>
        <w:t xml:space="preserve"> Задачи на проценты, движение и работу. – 2ч.</w:t>
      </w:r>
    </w:p>
    <w:p w14:paraId="074535A8" w14:textId="77777777" w:rsidR="00D27B70" w:rsidRDefault="00D27B70">
      <w:pPr>
        <w:spacing w:line="276" w:lineRule="auto"/>
        <w:jc w:val="both"/>
      </w:pPr>
    </w:p>
    <w:p w14:paraId="242D0378" w14:textId="77777777" w:rsidR="00D27B70" w:rsidRDefault="00B02378">
      <w:pPr>
        <w:spacing w:line="276" w:lineRule="auto"/>
        <w:jc w:val="both"/>
      </w:pPr>
      <w:r>
        <w:rPr>
          <w:b/>
        </w:rPr>
        <w:t>11</w:t>
      </w:r>
      <w:r>
        <w:t>. Алгебраические и геометрические задачи на максимум и минимум. – 2ч.</w:t>
      </w:r>
    </w:p>
    <w:p w14:paraId="1B29C15C" w14:textId="77777777" w:rsidR="00D27B70" w:rsidRDefault="00D27B70">
      <w:pPr>
        <w:spacing w:line="276" w:lineRule="auto"/>
        <w:jc w:val="both"/>
      </w:pPr>
    </w:p>
    <w:p w14:paraId="0F955B64" w14:textId="77777777" w:rsidR="00D27B70" w:rsidRDefault="00B02378">
      <w:pPr>
        <w:spacing w:line="276" w:lineRule="auto"/>
        <w:jc w:val="both"/>
      </w:pPr>
      <w:r>
        <w:rPr>
          <w:b/>
        </w:rPr>
        <w:t>12.</w:t>
      </w:r>
      <w:r>
        <w:t xml:space="preserve"> Задачи на раскраску. Математические ребусы.  – 2ч.</w:t>
      </w:r>
    </w:p>
    <w:p w14:paraId="662C4476" w14:textId="77777777" w:rsidR="00D27B70" w:rsidRDefault="00D27B70">
      <w:pPr>
        <w:spacing w:line="276" w:lineRule="auto"/>
        <w:jc w:val="both"/>
      </w:pPr>
    </w:p>
    <w:p w14:paraId="60E7EE71" w14:textId="77777777" w:rsidR="00D27B70" w:rsidRDefault="00B02378">
      <w:pPr>
        <w:spacing w:line="276" w:lineRule="auto"/>
        <w:jc w:val="both"/>
      </w:pPr>
      <w:r>
        <w:rPr>
          <w:b/>
        </w:rPr>
        <w:t>13.</w:t>
      </w:r>
      <w:r>
        <w:t>Решение олимпиадных задач разного уровня. – 2ч.</w:t>
      </w:r>
    </w:p>
    <w:p w14:paraId="5A0DB976" w14:textId="77777777" w:rsidR="00D27B70" w:rsidRDefault="00D27B70">
      <w:pPr>
        <w:spacing w:line="276" w:lineRule="auto"/>
        <w:jc w:val="both"/>
      </w:pPr>
    </w:p>
    <w:p w14:paraId="75EBCE4A" w14:textId="77777777" w:rsidR="00D27B70" w:rsidRDefault="00B02378">
      <w:pPr>
        <w:spacing w:line="276" w:lineRule="auto"/>
        <w:jc w:val="both"/>
      </w:pPr>
      <w:r>
        <w:rPr>
          <w:b/>
        </w:rPr>
        <w:t>14</w:t>
      </w:r>
      <w:r>
        <w:t>. Метод математической индукции. – 2ч.</w:t>
      </w:r>
    </w:p>
    <w:p w14:paraId="3E3BADD1" w14:textId="77777777" w:rsidR="00D27B70" w:rsidRDefault="00D27B70">
      <w:pPr>
        <w:spacing w:line="276" w:lineRule="auto"/>
        <w:jc w:val="both"/>
      </w:pPr>
    </w:p>
    <w:p w14:paraId="5F424715" w14:textId="77777777" w:rsidR="00D27B70" w:rsidRDefault="00B02378">
      <w:pPr>
        <w:spacing w:line="276" w:lineRule="auto"/>
        <w:jc w:val="both"/>
      </w:pPr>
      <w:r>
        <w:rPr>
          <w:b/>
        </w:rPr>
        <w:t>15.</w:t>
      </w:r>
      <w:r>
        <w:t>Функциональные уравнения. Понятие функционального уравнения. Методы решения. – 2ч.</w:t>
      </w:r>
    </w:p>
    <w:p w14:paraId="54594609" w14:textId="77777777" w:rsidR="00D27B70" w:rsidRDefault="00D27B70">
      <w:pPr>
        <w:spacing w:line="276" w:lineRule="auto"/>
        <w:jc w:val="both"/>
      </w:pPr>
    </w:p>
    <w:p w14:paraId="7E8EA2CD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40F59F11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03E28DDF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2A4D4973" w14:textId="77777777" w:rsidR="00D27B70" w:rsidRDefault="00B02378">
      <w:pPr>
        <w:spacing w:line="276" w:lineRule="auto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lastRenderedPageBreak/>
        <w:t>Календарно-тематическое планирование</w:t>
      </w:r>
    </w:p>
    <w:tbl>
      <w:tblPr>
        <w:tblpPr w:leftFromText="180" w:rightFromText="180" w:vertAnchor="page" w:horzAnchor="margin" w:tblpY="2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4575"/>
        <w:gridCol w:w="2109"/>
        <w:gridCol w:w="1717"/>
      </w:tblGrid>
      <w:tr w:rsidR="00D27B70" w14:paraId="47B5B011" w14:textId="77777777">
        <w:tc>
          <w:tcPr>
            <w:tcW w:w="944" w:type="dxa"/>
          </w:tcPr>
          <w:p w14:paraId="1F85C3B9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№ п/п</w:t>
            </w:r>
          </w:p>
          <w:p w14:paraId="0783552D" w14:textId="77777777" w:rsidR="00D27B70" w:rsidRDefault="00D27B70">
            <w:pPr>
              <w:spacing w:line="276" w:lineRule="auto"/>
              <w:rPr>
                <w:b/>
              </w:rPr>
            </w:pPr>
          </w:p>
        </w:tc>
        <w:tc>
          <w:tcPr>
            <w:tcW w:w="4575" w:type="dxa"/>
          </w:tcPr>
          <w:p w14:paraId="64AD7AC9" w14:textId="77777777" w:rsidR="00D27B70" w:rsidRDefault="00B0237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ТЕМЫ</w:t>
            </w:r>
          </w:p>
        </w:tc>
        <w:tc>
          <w:tcPr>
            <w:tcW w:w="2109" w:type="dxa"/>
          </w:tcPr>
          <w:p w14:paraId="39FD6912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717" w:type="dxa"/>
          </w:tcPr>
          <w:p w14:paraId="67937FE0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D27B70" w14:paraId="3F9D2CBF" w14:textId="77777777">
        <w:tc>
          <w:tcPr>
            <w:tcW w:w="944" w:type="dxa"/>
          </w:tcPr>
          <w:p w14:paraId="584CB140" w14:textId="77777777" w:rsidR="00D27B70" w:rsidRDefault="00D27B70">
            <w:pPr>
              <w:spacing w:line="276" w:lineRule="auto"/>
              <w:jc w:val="center"/>
            </w:pPr>
          </w:p>
          <w:p w14:paraId="0CCF922A" w14:textId="77777777" w:rsidR="00D27B70" w:rsidRDefault="00B0237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4575" w:type="dxa"/>
          </w:tcPr>
          <w:p w14:paraId="79A6BF9E" w14:textId="77777777" w:rsidR="00D27B70" w:rsidRDefault="00D27B70">
            <w:pPr>
              <w:spacing w:line="276" w:lineRule="auto"/>
            </w:pPr>
          </w:p>
          <w:p w14:paraId="425AE8A5" w14:textId="77777777" w:rsidR="00D27B70" w:rsidRDefault="00B02378">
            <w:pPr>
              <w:spacing w:line="276" w:lineRule="auto"/>
            </w:pPr>
            <w:r>
              <w:t>Логические задачи</w:t>
            </w:r>
          </w:p>
        </w:tc>
        <w:tc>
          <w:tcPr>
            <w:tcW w:w="2109" w:type="dxa"/>
          </w:tcPr>
          <w:p w14:paraId="71EF792B" w14:textId="77777777" w:rsidR="00D27B70" w:rsidRDefault="00D27B70">
            <w:pPr>
              <w:spacing w:line="276" w:lineRule="auto"/>
            </w:pPr>
          </w:p>
          <w:p w14:paraId="76426D95" w14:textId="7FFF5DAD" w:rsidR="00D27B70" w:rsidRDefault="00543A41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382378CE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17.09</w:t>
            </w:r>
          </w:p>
          <w:p w14:paraId="1E4920C6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0A5EA34E" w14:textId="77777777">
        <w:tc>
          <w:tcPr>
            <w:tcW w:w="944" w:type="dxa"/>
          </w:tcPr>
          <w:p w14:paraId="73D882C7" w14:textId="77777777" w:rsidR="00D27B70" w:rsidRDefault="00D27B70">
            <w:pPr>
              <w:spacing w:line="276" w:lineRule="auto"/>
              <w:jc w:val="center"/>
            </w:pPr>
          </w:p>
          <w:p w14:paraId="0F4E4249" w14:textId="77777777" w:rsidR="00D27B70" w:rsidRDefault="00B0237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4575" w:type="dxa"/>
          </w:tcPr>
          <w:p w14:paraId="4640F161" w14:textId="77777777" w:rsidR="00D27B70" w:rsidRDefault="00D27B70">
            <w:pPr>
              <w:spacing w:line="276" w:lineRule="auto"/>
            </w:pPr>
          </w:p>
          <w:p w14:paraId="25C2AAB7" w14:textId="77777777" w:rsidR="00D27B70" w:rsidRDefault="00B02378">
            <w:pPr>
              <w:spacing w:line="276" w:lineRule="auto"/>
            </w:pPr>
            <w:r>
              <w:t>Логические задачи</w:t>
            </w:r>
          </w:p>
        </w:tc>
        <w:tc>
          <w:tcPr>
            <w:tcW w:w="2109" w:type="dxa"/>
          </w:tcPr>
          <w:p w14:paraId="366E591D" w14:textId="77777777" w:rsidR="00D27B70" w:rsidRDefault="00D27B70">
            <w:pPr>
              <w:spacing w:line="276" w:lineRule="auto"/>
            </w:pPr>
          </w:p>
          <w:p w14:paraId="03DF27DE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4B971351" w14:textId="77777777" w:rsidR="00D27B70" w:rsidRDefault="00D27B70">
            <w:pPr>
              <w:spacing w:line="276" w:lineRule="auto"/>
              <w:rPr>
                <w:b/>
              </w:rPr>
            </w:pPr>
          </w:p>
          <w:p w14:paraId="568045EB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24.09</w:t>
            </w:r>
          </w:p>
        </w:tc>
      </w:tr>
      <w:tr w:rsidR="00D27B70" w14:paraId="0C88611F" w14:textId="77777777">
        <w:tc>
          <w:tcPr>
            <w:tcW w:w="944" w:type="dxa"/>
          </w:tcPr>
          <w:p w14:paraId="5D9C8738" w14:textId="77777777" w:rsidR="00D27B70" w:rsidRDefault="00D27B70">
            <w:pPr>
              <w:spacing w:line="276" w:lineRule="auto"/>
            </w:pPr>
          </w:p>
          <w:p w14:paraId="5EBEAF41" w14:textId="77777777" w:rsidR="00D27B70" w:rsidRDefault="00B02378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575" w:type="dxa"/>
          </w:tcPr>
          <w:p w14:paraId="47E9E3EA" w14:textId="77777777" w:rsidR="00D27B70" w:rsidRDefault="00B02378">
            <w:pPr>
              <w:spacing w:line="276" w:lineRule="auto"/>
            </w:pPr>
            <w:r>
              <w:t>Стратегические задачи (Игры. Взвешивание. Переливание и перекладывание. Задачи с шахматами. Разные задачи.)</w:t>
            </w:r>
          </w:p>
        </w:tc>
        <w:tc>
          <w:tcPr>
            <w:tcW w:w="2109" w:type="dxa"/>
          </w:tcPr>
          <w:p w14:paraId="0A6BD0E7" w14:textId="77777777" w:rsidR="00D27B70" w:rsidRDefault="00D27B70">
            <w:pPr>
              <w:spacing w:line="276" w:lineRule="auto"/>
            </w:pPr>
          </w:p>
          <w:p w14:paraId="4785A313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2714AE02" w14:textId="77777777" w:rsidR="00D27B70" w:rsidRDefault="00D27B70">
            <w:pPr>
              <w:spacing w:line="276" w:lineRule="auto"/>
              <w:rPr>
                <w:b/>
              </w:rPr>
            </w:pPr>
          </w:p>
          <w:p w14:paraId="72A12384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05.10</w:t>
            </w:r>
          </w:p>
          <w:p w14:paraId="52BD3659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5FD55680" w14:textId="77777777">
        <w:tc>
          <w:tcPr>
            <w:tcW w:w="944" w:type="dxa"/>
          </w:tcPr>
          <w:p w14:paraId="4308B78B" w14:textId="77777777" w:rsidR="00D27B70" w:rsidRDefault="00B0237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4575" w:type="dxa"/>
          </w:tcPr>
          <w:p w14:paraId="1AD05438" w14:textId="77777777" w:rsidR="00D27B70" w:rsidRDefault="00B02378">
            <w:pPr>
              <w:spacing w:line="276" w:lineRule="auto"/>
            </w:pPr>
            <w:r>
              <w:t>Стратегические задачи (Игры. Взвешивание. Переливание и перекладывание. Задачи с шахматами. Разные задачи.)</w:t>
            </w:r>
          </w:p>
        </w:tc>
        <w:tc>
          <w:tcPr>
            <w:tcW w:w="2109" w:type="dxa"/>
          </w:tcPr>
          <w:p w14:paraId="1A1A4C5E" w14:textId="77777777" w:rsidR="00D27B70" w:rsidRDefault="00D27B70">
            <w:pPr>
              <w:spacing w:line="276" w:lineRule="auto"/>
            </w:pPr>
          </w:p>
          <w:p w14:paraId="20171FB2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3A3B1963" w14:textId="77777777" w:rsidR="00D27B70" w:rsidRDefault="00D27B70">
            <w:pPr>
              <w:spacing w:line="276" w:lineRule="auto"/>
              <w:rPr>
                <w:b/>
              </w:rPr>
            </w:pPr>
          </w:p>
          <w:p w14:paraId="07C13342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12.10</w:t>
            </w:r>
          </w:p>
        </w:tc>
      </w:tr>
      <w:tr w:rsidR="00D27B70" w14:paraId="7C891418" w14:textId="77777777">
        <w:tc>
          <w:tcPr>
            <w:tcW w:w="944" w:type="dxa"/>
          </w:tcPr>
          <w:p w14:paraId="74BE14C5" w14:textId="77777777" w:rsidR="00D27B70" w:rsidRDefault="00B0237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575" w:type="dxa"/>
          </w:tcPr>
          <w:p w14:paraId="7956D00F" w14:textId="77777777" w:rsidR="00D27B70" w:rsidRDefault="00B02378">
            <w:pPr>
              <w:spacing w:line="276" w:lineRule="auto"/>
            </w:pPr>
            <w:r>
              <w:t>Принцип Дирихле</w:t>
            </w:r>
          </w:p>
        </w:tc>
        <w:tc>
          <w:tcPr>
            <w:tcW w:w="2109" w:type="dxa"/>
          </w:tcPr>
          <w:p w14:paraId="125E4EBC" w14:textId="77777777" w:rsidR="00D27B70" w:rsidRDefault="00B02378">
            <w:pPr>
              <w:spacing w:line="276" w:lineRule="auto"/>
            </w:pPr>
            <w:r>
              <w:t>1</w:t>
            </w:r>
          </w:p>
          <w:p w14:paraId="2245B473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5B93DE14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19.10</w:t>
            </w:r>
          </w:p>
          <w:p w14:paraId="3A68D7E4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0C9973F3" w14:textId="77777777">
        <w:tc>
          <w:tcPr>
            <w:tcW w:w="944" w:type="dxa"/>
          </w:tcPr>
          <w:p w14:paraId="3F5D2D3C" w14:textId="77777777" w:rsidR="00D27B70" w:rsidRDefault="00B0237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4575" w:type="dxa"/>
          </w:tcPr>
          <w:p w14:paraId="5024EE5C" w14:textId="77777777" w:rsidR="00D27B70" w:rsidRDefault="00B02378">
            <w:pPr>
              <w:spacing w:line="276" w:lineRule="auto"/>
            </w:pPr>
            <w:r>
              <w:t>Принцип Дирихле</w:t>
            </w:r>
          </w:p>
        </w:tc>
        <w:tc>
          <w:tcPr>
            <w:tcW w:w="2109" w:type="dxa"/>
          </w:tcPr>
          <w:p w14:paraId="5F560EF1" w14:textId="77777777" w:rsidR="00D27B70" w:rsidRDefault="00B02378">
            <w:pPr>
              <w:spacing w:line="276" w:lineRule="auto"/>
            </w:pPr>
            <w:r>
              <w:t>1</w:t>
            </w:r>
          </w:p>
          <w:p w14:paraId="65678825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61C2634D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26.10</w:t>
            </w:r>
          </w:p>
        </w:tc>
      </w:tr>
      <w:tr w:rsidR="00D27B70" w14:paraId="531AC7A2" w14:textId="77777777">
        <w:tc>
          <w:tcPr>
            <w:tcW w:w="944" w:type="dxa"/>
          </w:tcPr>
          <w:p w14:paraId="021908D1" w14:textId="77777777" w:rsidR="00D27B70" w:rsidRDefault="00B02378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4575" w:type="dxa"/>
          </w:tcPr>
          <w:p w14:paraId="5B26E324" w14:textId="77777777" w:rsidR="00D27B70" w:rsidRDefault="00B02378">
            <w:pPr>
              <w:spacing w:line="276" w:lineRule="auto"/>
            </w:pPr>
            <w:r>
              <w:t>Инварианты. Полуинварианты</w:t>
            </w:r>
          </w:p>
        </w:tc>
        <w:tc>
          <w:tcPr>
            <w:tcW w:w="2109" w:type="dxa"/>
          </w:tcPr>
          <w:p w14:paraId="69399059" w14:textId="77777777" w:rsidR="00D27B70" w:rsidRDefault="00B02378">
            <w:pPr>
              <w:spacing w:line="276" w:lineRule="auto"/>
            </w:pPr>
            <w:r>
              <w:t>1</w:t>
            </w:r>
          </w:p>
          <w:p w14:paraId="6288071F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55D573FE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09.11</w:t>
            </w:r>
          </w:p>
          <w:p w14:paraId="4E3AAE46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3799F679" w14:textId="77777777">
        <w:tc>
          <w:tcPr>
            <w:tcW w:w="944" w:type="dxa"/>
          </w:tcPr>
          <w:p w14:paraId="1BA0AD5F" w14:textId="77777777" w:rsidR="00D27B70" w:rsidRDefault="00B02378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4575" w:type="dxa"/>
          </w:tcPr>
          <w:p w14:paraId="78B8B1EB" w14:textId="77777777" w:rsidR="00D27B70" w:rsidRDefault="00B02378">
            <w:pPr>
              <w:spacing w:line="276" w:lineRule="auto"/>
            </w:pPr>
            <w:r>
              <w:t>Инварианты. Полуинварианты</w:t>
            </w:r>
          </w:p>
        </w:tc>
        <w:tc>
          <w:tcPr>
            <w:tcW w:w="2109" w:type="dxa"/>
          </w:tcPr>
          <w:p w14:paraId="66DE961B" w14:textId="77777777" w:rsidR="00D27B70" w:rsidRDefault="00B02378">
            <w:pPr>
              <w:spacing w:line="276" w:lineRule="auto"/>
            </w:pPr>
            <w:r>
              <w:t>1</w:t>
            </w:r>
          </w:p>
          <w:p w14:paraId="620CF9C0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227DA984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1397BED4" w14:textId="77777777">
        <w:tc>
          <w:tcPr>
            <w:tcW w:w="944" w:type="dxa"/>
          </w:tcPr>
          <w:p w14:paraId="7A11AFBB" w14:textId="77777777" w:rsidR="00D27B70" w:rsidRDefault="00B02378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4575" w:type="dxa"/>
          </w:tcPr>
          <w:p w14:paraId="5E1B22A5" w14:textId="77777777" w:rsidR="00D27B70" w:rsidRDefault="00B02378">
            <w:pPr>
              <w:spacing w:line="276" w:lineRule="auto"/>
            </w:pPr>
            <w:r>
              <w:t>Планиметрические и стереометрические задачи</w:t>
            </w:r>
          </w:p>
        </w:tc>
        <w:tc>
          <w:tcPr>
            <w:tcW w:w="2109" w:type="dxa"/>
          </w:tcPr>
          <w:p w14:paraId="2C4D1888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2E154865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16.11</w:t>
            </w:r>
          </w:p>
        </w:tc>
      </w:tr>
      <w:tr w:rsidR="00D27B70" w14:paraId="047C0C11" w14:textId="77777777">
        <w:tc>
          <w:tcPr>
            <w:tcW w:w="944" w:type="dxa"/>
          </w:tcPr>
          <w:p w14:paraId="280866BE" w14:textId="77777777" w:rsidR="00D27B70" w:rsidRDefault="00B0237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4575" w:type="dxa"/>
          </w:tcPr>
          <w:p w14:paraId="41983BEC" w14:textId="77777777" w:rsidR="00D27B70" w:rsidRDefault="00B02378">
            <w:pPr>
              <w:spacing w:line="276" w:lineRule="auto"/>
            </w:pPr>
            <w:r>
              <w:t>Планиметрические и стереометрические задачи</w:t>
            </w:r>
          </w:p>
        </w:tc>
        <w:tc>
          <w:tcPr>
            <w:tcW w:w="2109" w:type="dxa"/>
          </w:tcPr>
          <w:p w14:paraId="3BBE8D59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5BC1B8BE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23.11</w:t>
            </w:r>
          </w:p>
        </w:tc>
      </w:tr>
      <w:tr w:rsidR="00D27B70" w14:paraId="62F013E7" w14:textId="77777777">
        <w:tc>
          <w:tcPr>
            <w:tcW w:w="944" w:type="dxa"/>
          </w:tcPr>
          <w:p w14:paraId="64F2A87E" w14:textId="77777777" w:rsidR="00D27B70" w:rsidRDefault="00B02378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4575" w:type="dxa"/>
          </w:tcPr>
          <w:p w14:paraId="599CF953" w14:textId="77777777" w:rsidR="00D27B70" w:rsidRDefault="00B02378">
            <w:pPr>
              <w:spacing w:line="276" w:lineRule="auto"/>
            </w:pPr>
            <w:r>
              <w:t>Уравнения в целых числах. Нестандартные методы решения уравнений</w:t>
            </w:r>
          </w:p>
        </w:tc>
        <w:tc>
          <w:tcPr>
            <w:tcW w:w="2109" w:type="dxa"/>
          </w:tcPr>
          <w:p w14:paraId="086C17E4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269F2551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30.11</w:t>
            </w:r>
          </w:p>
        </w:tc>
      </w:tr>
      <w:tr w:rsidR="00D27B70" w14:paraId="5D0A6C13" w14:textId="77777777">
        <w:tc>
          <w:tcPr>
            <w:tcW w:w="944" w:type="dxa"/>
          </w:tcPr>
          <w:p w14:paraId="0DF3D289" w14:textId="77777777" w:rsidR="00D27B70" w:rsidRDefault="00B02378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4575" w:type="dxa"/>
          </w:tcPr>
          <w:p w14:paraId="36B94ECA" w14:textId="77777777" w:rsidR="00D27B70" w:rsidRDefault="00B02378">
            <w:pPr>
              <w:spacing w:line="276" w:lineRule="auto"/>
            </w:pPr>
            <w:r>
              <w:t>Уравнения в целых числах. Нестандартные методы решения уравнений</w:t>
            </w:r>
          </w:p>
        </w:tc>
        <w:tc>
          <w:tcPr>
            <w:tcW w:w="2109" w:type="dxa"/>
          </w:tcPr>
          <w:p w14:paraId="7B2BD279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07F18B18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07.12</w:t>
            </w:r>
          </w:p>
        </w:tc>
      </w:tr>
      <w:tr w:rsidR="00D27B70" w14:paraId="212BB40F" w14:textId="77777777">
        <w:tc>
          <w:tcPr>
            <w:tcW w:w="944" w:type="dxa"/>
          </w:tcPr>
          <w:p w14:paraId="5FD618A9" w14:textId="77777777" w:rsidR="00D27B70" w:rsidRDefault="00B02378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4575" w:type="dxa"/>
          </w:tcPr>
          <w:p w14:paraId="6487B1BB" w14:textId="77777777" w:rsidR="00D27B70" w:rsidRDefault="00B02378">
            <w:pPr>
              <w:spacing w:line="276" w:lineRule="auto"/>
            </w:pPr>
            <w:r>
              <w:t>Комбинаторные задачи. Перестановки. Размещения. Сочетания.</w:t>
            </w:r>
          </w:p>
        </w:tc>
        <w:tc>
          <w:tcPr>
            <w:tcW w:w="2109" w:type="dxa"/>
          </w:tcPr>
          <w:p w14:paraId="28CEFFAA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4651D36B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14.12</w:t>
            </w:r>
          </w:p>
        </w:tc>
      </w:tr>
      <w:tr w:rsidR="00D27B70" w14:paraId="7B862376" w14:textId="77777777">
        <w:tc>
          <w:tcPr>
            <w:tcW w:w="944" w:type="dxa"/>
          </w:tcPr>
          <w:p w14:paraId="163FCEDD" w14:textId="77777777" w:rsidR="00D27B70" w:rsidRDefault="00B02378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4575" w:type="dxa"/>
          </w:tcPr>
          <w:p w14:paraId="4B578017" w14:textId="77777777" w:rsidR="00D27B70" w:rsidRDefault="00B02378">
            <w:pPr>
              <w:spacing w:line="276" w:lineRule="auto"/>
            </w:pPr>
            <w:r>
              <w:t>Комбинаторные задачи. Перестановки. Размещения. Сочетания.</w:t>
            </w:r>
          </w:p>
        </w:tc>
        <w:tc>
          <w:tcPr>
            <w:tcW w:w="2109" w:type="dxa"/>
          </w:tcPr>
          <w:p w14:paraId="621D5A65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6A8EAE12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21.12</w:t>
            </w:r>
          </w:p>
        </w:tc>
      </w:tr>
      <w:tr w:rsidR="00D27B70" w14:paraId="3E47B2E2" w14:textId="77777777">
        <w:tc>
          <w:tcPr>
            <w:tcW w:w="944" w:type="dxa"/>
          </w:tcPr>
          <w:p w14:paraId="1FCD89E9" w14:textId="77777777" w:rsidR="00D27B70" w:rsidRDefault="00B02378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4575" w:type="dxa"/>
          </w:tcPr>
          <w:p w14:paraId="62C0C896" w14:textId="77777777" w:rsidR="00D27B70" w:rsidRDefault="00B02378">
            <w:pPr>
              <w:spacing w:line="276" w:lineRule="auto"/>
            </w:pPr>
            <w:r>
              <w:t>Задачи на делимость и неопределенные уравнения</w:t>
            </w:r>
          </w:p>
        </w:tc>
        <w:tc>
          <w:tcPr>
            <w:tcW w:w="2109" w:type="dxa"/>
          </w:tcPr>
          <w:p w14:paraId="777E625A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3F4A743E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44A9AB7C" w14:textId="77777777">
        <w:tc>
          <w:tcPr>
            <w:tcW w:w="944" w:type="dxa"/>
          </w:tcPr>
          <w:p w14:paraId="2DE7A8C9" w14:textId="77777777" w:rsidR="00D27B70" w:rsidRDefault="00B02378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4575" w:type="dxa"/>
          </w:tcPr>
          <w:p w14:paraId="7F4C43A2" w14:textId="77777777" w:rsidR="00D27B70" w:rsidRDefault="00B02378">
            <w:pPr>
              <w:spacing w:line="276" w:lineRule="auto"/>
            </w:pPr>
            <w:r>
              <w:t>Задачи на делимость и неопределенные уравнения</w:t>
            </w:r>
          </w:p>
        </w:tc>
        <w:tc>
          <w:tcPr>
            <w:tcW w:w="2109" w:type="dxa"/>
          </w:tcPr>
          <w:p w14:paraId="406B9F15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120C03CA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5FF04BBC" w14:textId="77777777">
        <w:tc>
          <w:tcPr>
            <w:tcW w:w="944" w:type="dxa"/>
          </w:tcPr>
          <w:p w14:paraId="25799A1F" w14:textId="77777777" w:rsidR="00D27B70" w:rsidRDefault="00B02378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4575" w:type="dxa"/>
          </w:tcPr>
          <w:p w14:paraId="08EB09F5" w14:textId="77777777" w:rsidR="00D27B70" w:rsidRDefault="00B02378">
            <w:pPr>
              <w:spacing w:line="276" w:lineRule="auto"/>
            </w:pPr>
            <w:r>
              <w:t>Графы. Свойства графов.</w:t>
            </w:r>
          </w:p>
        </w:tc>
        <w:tc>
          <w:tcPr>
            <w:tcW w:w="2109" w:type="dxa"/>
          </w:tcPr>
          <w:p w14:paraId="675DA572" w14:textId="77777777" w:rsidR="00D27B70" w:rsidRDefault="00B02378">
            <w:pPr>
              <w:spacing w:line="276" w:lineRule="auto"/>
            </w:pPr>
            <w:r>
              <w:t>1</w:t>
            </w:r>
          </w:p>
          <w:p w14:paraId="3CE2E6C2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1C15D120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397A2933" w14:textId="77777777">
        <w:tc>
          <w:tcPr>
            <w:tcW w:w="944" w:type="dxa"/>
          </w:tcPr>
          <w:p w14:paraId="785926B9" w14:textId="77777777" w:rsidR="00D27B70" w:rsidRDefault="00B02378">
            <w:pPr>
              <w:spacing w:line="276" w:lineRule="auto"/>
              <w:jc w:val="center"/>
            </w:pPr>
            <w:r>
              <w:lastRenderedPageBreak/>
              <w:t>18</w:t>
            </w:r>
          </w:p>
        </w:tc>
        <w:tc>
          <w:tcPr>
            <w:tcW w:w="4575" w:type="dxa"/>
          </w:tcPr>
          <w:p w14:paraId="15764534" w14:textId="77777777" w:rsidR="00D27B70" w:rsidRDefault="00B02378">
            <w:pPr>
              <w:spacing w:line="276" w:lineRule="auto"/>
            </w:pPr>
            <w:r>
              <w:t>Графы. Свойства графов.</w:t>
            </w:r>
          </w:p>
        </w:tc>
        <w:tc>
          <w:tcPr>
            <w:tcW w:w="2109" w:type="dxa"/>
          </w:tcPr>
          <w:p w14:paraId="3AD98140" w14:textId="77777777" w:rsidR="00D27B70" w:rsidRDefault="00B02378">
            <w:pPr>
              <w:spacing w:line="276" w:lineRule="auto"/>
            </w:pPr>
            <w:r>
              <w:t>1</w:t>
            </w:r>
          </w:p>
          <w:p w14:paraId="57A07DF5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7EE8ECF9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6F3709F4" w14:textId="77777777">
        <w:tc>
          <w:tcPr>
            <w:tcW w:w="944" w:type="dxa"/>
          </w:tcPr>
          <w:p w14:paraId="1C87740D" w14:textId="77777777" w:rsidR="00D27B70" w:rsidRDefault="00B02378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4575" w:type="dxa"/>
          </w:tcPr>
          <w:p w14:paraId="1ED589E1" w14:textId="77777777" w:rsidR="00D27B70" w:rsidRDefault="00B02378">
            <w:pPr>
              <w:spacing w:line="276" w:lineRule="auto"/>
            </w:pPr>
            <w:r>
              <w:t>Задачи на проценты, движение, работу</w:t>
            </w:r>
          </w:p>
        </w:tc>
        <w:tc>
          <w:tcPr>
            <w:tcW w:w="2109" w:type="dxa"/>
          </w:tcPr>
          <w:p w14:paraId="60491577" w14:textId="77777777" w:rsidR="00D27B70" w:rsidRDefault="00B02378">
            <w:pPr>
              <w:spacing w:line="276" w:lineRule="auto"/>
            </w:pPr>
            <w:r>
              <w:t>1</w:t>
            </w:r>
          </w:p>
          <w:p w14:paraId="654D738C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23231D62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6B84A093" w14:textId="77777777">
        <w:tc>
          <w:tcPr>
            <w:tcW w:w="944" w:type="dxa"/>
          </w:tcPr>
          <w:p w14:paraId="19867D9E" w14:textId="77777777" w:rsidR="00D27B70" w:rsidRDefault="00B02378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4575" w:type="dxa"/>
          </w:tcPr>
          <w:p w14:paraId="0DC0D145" w14:textId="77777777" w:rsidR="00D27B70" w:rsidRDefault="00B02378">
            <w:pPr>
              <w:spacing w:line="276" w:lineRule="auto"/>
            </w:pPr>
            <w:r>
              <w:t>Задачи на проценты, движение, работу</w:t>
            </w:r>
          </w:p>
        </w:tc>
        <w:tc>
          <w:tcPr>
            <w:tcW w:w="2109" w:type="dxa"/>
          </w:tcPr>
          <w:p w14:paraId="6448D8C4" w14:textId="77777777" w:rsidR="00D27B70" w:rsidRDefault="00B02378">
            <w:pPr>
              <w:spacing w:line="276" w:lineRule="auto"/>
            </w:pPr>
            <w:r>
              <w:t>1</w:t>
            </w:r>
          </w:p>
          <w:p w14:paraId="0A9FA647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63E9866F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76180F8A" w14:textId="77777777">
        <w:tc>
          <w:tcPr>
            <w:tcW w:w="944" w:type="dxa"/>
          </w:tcPr>
          <w:p w14:paraId="3015C963" w14:textId="77777777" w:rsidR="00D27B70" w:rsidRDefault="00B02378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4575" w:type="dxa"/>
          </w:tcPr>
          <w:p w14:paraId="23B63966" w14:textId="77777777" w:rsidR="00D27B70" w:rsidRDefault="00B02378">
            <w:r>
              <w:t xml:space="preserve">Задачи на </w:t>
            </w:r>
            <w:r>
              <w:rPr>
                <w:lang w:val="en-US"/>
              </w:rPr>
              <w:t>max</w:t>
            </w:r>
            <w:r>
              <w:t xml:space="preserve"> и </w:t>
            </w:r>
            <w:r>
              <w:rPr>
                <w:lang w:val="en-US"/>
              </w:rPr>
              <w:t>min</w:t>
            </w:r>
          </w:p>
        </w:tc>
        <w:tc>
          <w:tcPr>
            <w:tcW w:w="2109" w:type="dxa"/>
          </w:tcPr>
          <w:p w14:paraId="2CF82D89" w14:textId="77777777" w:rsidR="00D27B70" w:rsidRDefault="00B02378">
            <w:pPr>
              <w:spacing w:line="276" w:lineRule="auto"/>
            </w:pPr>
            <w:r>
              <w:t>1</w:t>
            </w:r>
          </w:p>
          <w:p w14:paraId="24570565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10DE91EC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2044DA17" w14:textId="77777777">
        <w:tc>
          <w:tcPr>
            <w:tcW w:w="944" w:type="dxa"/>
          </w:tcPr>
          <w:p w14:paraId="289CA728" w14:textId="77777777" w:rsidR="00D27B70" w:rsidRDefault="00B02378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4575" w:type="dxa"/>
          </w:tcPr>
          <w:p w14:paraId="450BA110" w14:textId="77777777" w:rsidR="00D27B70" w:rsidRDefault="00B02378">
            <w:r>
              <w:t xml:space="preserve">Задачи на </w:t>
            </w:r>
            <w:r>
              <w:rPr>
                <w:lang w:val="en-US"/>
              </w:rPr>
              <w:t>max</w:t>
            </w:r>
            <w:r>
              <w:t xml:space="preserve"> и </w:t>
            </w:r>
            <w:r>
              <w:rPr>
                <w:lang w:val="en-US"/>
              </w:rPr>
              <w:t>min</w:t>
            </w:r>
          </w:p>
        </w:tc>
        <w:tc>
          <w:tcPr>
            <w:tcW w:w="2109" w:type="dxa"/>
          </w:tcPr>
          <w:p w14:paraId="372A2280" w14:textId="77777777" w:rsidR="00D27B70" w:rsidRDefault="00B02378">
            <w:pPr>
              <w:spacing w:line="276" w:lineRule="auto"/>
            </w:pPr>
            <w:r>
              <w:t>1</w:t>
            </w:r>
          </w:p>
          <w:p w14:paraId="179D856B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1028FF95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420EED64" w14:textId="77777777">
        <w:tc>
          <w:tcPr>
            <w:tcW w:w="944" w:type="dxa"/>
          </w:tcPr>
          <w:p w14:paraId="5A0A2CAC" w14:textId="77777777" w:rsidR="00D27B70" w:rsidRDefault="00B02378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4575" w:type="dxa"/>
          </w:tcPr>
          <w:p w14:paraId="160544C1" w14:textId="77777777" w:rsidR="00D27B70" w:rsidRDefault="00B02378">
            <w:pPr>
              <w:spacing w:line="276" w:lineRule="auto"/>
            </w:pPr>
            <w:r>
              <w:t>Задачи на раскраску. Математические ребусы</w:t>
            </w:r>
          </w:p>
        </w:tc>
        <w:tc>
          <w:tcPr>
            <w:tcW w:w="2109" w:type="dxa"/>
          </w:tcPr>
          <w:p w14:paraId="2AA05911" w14:textId="77777777" w:rsidR="00D27B70" w:rsidRDefault="00B02378">
            <w:pPr>
              <w:spacing w:line="276" w:lineRule="auto"/>
            </w:pPr>
            <w:r>
              <w:t>1</w:t>
            </w:r>
          </w:p>
          <w:p w14:paraId="0B940100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4A0E1B72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6483CE89" w14:textId="77777777">
        <w:tc>
          <w:tcPr>
            <w:tcW w:w="944" w:type="dxa"/>
          </w:tcPr>
          <w:p w14:paraId="42355CBC" w14:textId="77777777" w:rsidR="00D27B70" w:rsidRDefault="00B02378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4575" w:type="dxa"/>
          </w:tcPr>
          <w:p w14:paraId="2D0ADA33" w14:textId="77777777" w:rsidR="00D27B70" w:rsidRDefault="00B02378">
            <w:pPr>
              <w:spacing w:line="276" w:lineRule="auto"/>
            </w:pPr>
            <w:r>
              <w:t>Задачи на раскраску. Математические ребусы</w:t>
            </w:r>
          </w:p>
        </w:tc>
        <w:tc>
          <w:tcPr>
            <w:tcW w:w="2109" w:type="dxa"/>
          </w:tcPr>
          <w:p w14:paraId="5364CFBB" w14:textId="77777777" w:rsidR="00D27B70" w:rsidRDefault="00B02378">
            <w:pPr>
              <w:spacing w:line="276" w:lineRule="auto"/>
            </w:pPr>
            <w:r>
              <w:t>1</w:t>
            </w:r>
          </w:p>
          <w:p w14:paraId="69316EBC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21C6D4C1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5EF51785" w14:textId="77777777">
        <w:tc>
          <w:tcPr>
            <w:tcW w:w="944" w:type="dxa"/>
          </w:tcPr>
          <w:p w14:paraId="74E10E06" w14:textId="77777777" w:rsidR="00D27B70" w:rsidRDefault="00B02378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4575" w:type="dxa"/>
          </w:tcPr>
          <w:p w14:paraId="1E06A23B" w14:textId="77777777" w:rsidR="00D27B70" w:rsidRDefault="00B02378">
            <w:pPr>
              <w:spacing w:line="276" w:lineRule="auto"/>
            </w:pPr>
            <w:r>
              <w:t>Функциональные уравнения</w:t>
            </w:r>
          </w:p>
        </w:tc>
        <w:tc>
          <w:tcPr>
            <w:tcW w:w="2109" w:type="dxa"/>
          </w:tcPr>
          <w:p w14:paraId="1592FF35" w14:textId="77777777" w:rsidR="00D27B70" w:rsidRDefault="00B02378">
            <w:pPr>
              <w:spacing w:line="276" w:lineRule="auto"/>
            </w:pPr>
            <w:r>
              <w:t>1</w:t>
            </w:r>
          </w:p>
          <w:p w14:paraId="4CE89D15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15E693E0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4D88C511" w14:textId="77777777">
        <w:tc>
          <w:tcPr>
            <w:tcW w:w="944" w:type="dxa"/>
          </w:tcPr>
          <w:p w14:paraId="096EFA92" w14:textId="77777777" w:rsidR="00D27B70" w:rsidRDefault="00B02378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4575" w:type="dxa"/>
          </w:tcPr>
          <w:p w14:paraId="0ABF3AF4" w14:textId="77777777" w:rsidR="00D27B70" w:rsidRDefault="00B02378">
            <w:pPr>
              <w:spacing w:line="276" w:lineRule="auto"/>
            </w:pPr>
            <w:r>
              <w:t>Функциональные уравнения</w:t>
            </w:r>
          </w:p>
        </w:tc>
        <w:tc>
          <w:tcPr>
            <w:tcW w:w="2109" w:type="dxa"/>
          </w:tcPr>
          <w:p w14:paraId="6E22589A" w14:textId="77777777" w:rsidR="00D27B70" w:rsidRDefault="00B02378">
            <w:pPr>
              <w:spacing w:line="276" w:lineRule="auto"/>
            </w:pPr>
            <w:r>
              <w:t>1</w:t>
            </w:r>
          </w:p>
          <w:p w14:paraId="7EF48454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526E8EEB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434B7FA8" w14:textId="77777777">
        <w:tc>
          <w:tcPr>
            <w:tcW w:w="944" w:type="dxa"/>
          </w:tcPr>
          <w:p w14:paraId="30338322" w14:textId="77777777" w:rsidR="00D27B70" w:rsidRDefault="00B02378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4575" w:type="dxa"/>
          </w:tcPr>
          <w:p w14:paraId="438F045D" w14:textId="77777777" w:rsidR="00D27B70" w:rsidRDefault="00B02378">
            <w:pPr>
              <w:spacing w:line="276" w:lineRule="auto"/>
            </w:pPr>
            <w:r>
              <w:t>Метод математической индукции</w:t>
            </w:r>
          </w:p>
        </w:tc>
        <w:tc>
          <w:tcPr>
            <w:tcW w:w="2109" w:type="dxa"/>
          </w:tcPr>
          <w:p w14:paraId="7D4F853B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3D060661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543A41" w14:paraId="08736A7A" w14:textId="77777777">
        <w:tc>
          <w:tcPr>
            <w:tcW w:w="944" w:type="dxa"/>
          </w:tcPr>
          <w:p w14:paraId="69EC6D71" w14:textId="4EC88DE8" w:rsidR="00543A41" w:rsidRDefault="00543A41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4575" w:type="dxa"/>
          </w:tcPr>
          <w:p w14:paraId="2E2F7B84" w14:textId="6D34F694" w:rsidR="00543A41" w:rsidRDefault="00543A41">
            <w:pPr>
              <w:spacing w:line="276" w:lineRule="auto"/>
            </w:pPr>
            <w:r>
              <w:t>Метод математической индукции</w:t>
            </w:r>
          </w:p>
        </w:tc>
        <w:tc>
          <w:tcPr>
            <w:tcW w:w="2109" w:type="dxa"/>
          </w:tcPr>
          <w:p w14:paraId="6EA24D45" w14:textId="23E46BC0" w:rsidR="00543A41" w:rsidRDefault="00543A41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637B337F" w14:textId="77777777" w:rsidR="00543A41" w:rsidRDefault="00543A41">
            <w:pPr>
              <w:spacing w:line="276" w:lineRule="auto"/>
              <w:rPr>
                <w:b/>
              </w:rPr>
            </w:pPr>
          </w:p>
        </w:tc>
      </w:tr>
      <w:tr w:rsidR="00D27B70" w14:paraId="6C4067CF" w14:textId="77777777">
        <w:tc>
          <w:tcPr>
            <w:tcW w:w="944" w:type="dxa"/>
          </w:tcPr>
          <w:p w14:paraId="2CFD3763" w14:textId="424773C5" w:rsidR="00D27B70" w:rsidRDefault="00B0237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C7E5C">
              <w:rPr>
                <w:b/>
              </w:rPr>
              <w:t>9</w:t>
            </w:r>
          </w:p>
        </w:tc>
        <w:tc>
          <w:tcPr>
            <w:tcW w:w="4575" w:type="dxa"/>
          </w:tcPr>
          <w:p w14:paraId="51058AD9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Решение олимпиадных задач разного уровня</w:t>
            </w:r>
          </w:p>
        </w:tc>
        <w:tc>
          <w:tcPr>
            <w:tcW w:w="2109" w:type="dxa"/>
          </w:tcPr>
          <w:p w14:paraId="033D0B3C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17" w:type="dxa"/>
          </w:tcPr>
          <w:p w14:paraId="574234D8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1837D402" w14:textId="77777777">
        <w:tc>
          <w:tcPr>
            <w:tcW w:w="944" w:type="dxa"/>
          </w:tcPr>
          <w:p w14:paraId="4D4CADF9" w14:textId="7979C6F8" w:rsidR="00D27B70" w:rsidRDefault="007C7E5C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4575" w:type="dxa"/>
          </w:tcPr>
          <w:p w14:paraId="22F19620" w14:textId="77777777" w:rsidR="00D27B70" w:rsidRDefault="00B02378">
            <w:pPr>
              <w:spacing w:line="276" w:lineRule="auto"/>
            </w:pPr>
            <w:r>
              <w:t>Решение олимпиадных задач разного уровня</w:t>
            </w:r>
          </w:p>
        </w:tc>
        <w:tc>
          <w:tcPr>
            <w:tcW w:w="2109" w:type="dxa"/>
          </w:tcPr>
          <w:p w14:paraId="12B68942" w14:textId="77777777" w:rsidR="00D27B70" w:rsidRDefault="00B02378">
            <w:pPr>
              <w:spacing w:line="276" w:lineRule="auto"/>
            </w:pPr>
            <w:r>
              <w:t>1</w:t>
            </w:r>
          </w:p>
        </w:tc>
        <w:tc>
          <w:tcPr>
            <w:tcW w:w="1717" w:type="dxa"/>
          </w:tcPr>
          <w:p w14:paraId="0710350D" w14:textId="77777777" w:rsidR="00D27B70" w:rsidRDefault="00D27B70">
            <w:pPr>
              <w:spacing w:line="276" w:lineRule="auto"/>
              <w:rPr>
                <w:b/>
              </w:rPr>
            </w:pPr>
          </w:p>
        </w:tc>
      </w:tr>
      <w:tr w:rsidR="00D27B70" w14:paraId="161CEB7A" w14:textId="77777777">
        <w:tc>
          <w:tcPr>
            <w:tcW w:w="944" w:type="dxa"/>
          </w:tcPr>
          <w:p w14:paraId="5945B5A5" w14:textId="77777777" w:rsidR="00D27B70" w:rsidRDefault="00D27B70">
            <w:pPr>
              <w:spacing w:line="276" w:lineRule="auto"/>
              <w:jc w:val="center"/>
            </w:pPr>
          </w:p>
        </w:tc>
        <w:tc>
          <w:tcPr>
            <w:tcW w:w="4575" w:type="dxa"/>
          </w:tcPr>
          <w:p w14:paraId="1FDE19AD" w14:textId="77777777" w:rsidR="00D27B70" w:rsidRDefault="00D27B70">
            <w:pPr>
              <w:spacing w:line="276" w:lineRule="auto"/>
            </w:pPr>
          </w:p>
        </w:tc>
        <w:tc>
          <w:tcPr>
            <w:tcW w:w="2109" w:type="dxa"/>
          </w:tcPr>
          <w:p w14:paraId="1177B09C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7E16FD30" w14:textId="77777777" w:rsidR="00D27B70" w:rsidRDefault="00D27B70">
            <w:pPr>
              <w:spacing w:line="276" w:lineRule="auto"/>
            </w:pPr>
          </w:p>
        </w:tc>
      </w:tr>
      <w:tr w:rsidR="00D27B70" w14:paraId="71BB9642" w14:textId="77777777">
        <w:tc>
          <w:tcPr>
            <w:tcW w:w="944" w:type="dxa"/>
          </w:tcPr>
          <w:p w14:paraId="4339A7EB" w14:textId="77777777" w:rsidR="00D27B70" w:rsidRDefault="00D27B70">
            <w:pPr>
              <w:spacing w:line="276" w:lineRule="auto"/>
              <w:jc w:val="center"/>
            </w:pPr>
          </w:p>
        </w:tc>
        <w:tc>
          <w:tcPr>
            <w:tcW w:w="4575" w:type="dxa"/>
          </w:tcPr>
          <w:p w14:paraId="52B610B9" w14:textId="77777777" w:rsidR="00D27B70" w:rsidRDefault="00D27B70">
            <w:pPr>
              <w:spacing w:line="276" w:lineRule="auto"/>
            </w:pPr>
          </w:p>
        </w:tc>
        <w:tc>
          <w:tcPr>
            <w:tcW w:w="2109" w:type="dxa"/>
          </w:tcPr>
          <w:p w14:paraId="06828133" w14:textId="77777777" w:rsidR="00D27B70" w:rsidRDefault="00D27B70">
            <w:pPr>
              <w:spacing w:line="276" w:lineRule="auto"/>
            </w:pPr>
          </w:p>
        </w:tc>
        <w:tc>
          <w:tcPr>
            <w:tcW w:w="1717" w:type="dxa"/>
          </w:tcPr>
          <w:p w14:paraId="6E376A7C" w14:textId="77777777" w:rsidR="00D27B70" w:rsidRDefault="00D27B70">
            <w:pPr>
              <w:spacing w:line="276" w:lineRule="auto"/>
            </w:pPr>
          </w:p>
        </w:tc>
      </w:tr>
      <w:tr w:rsidR="00D27B70" w14:paraId="1D91CDA2" w14:textId="77777777">
        <w:tc>
          <w:tcPr>
            <w:tcW w:w="944" w:type="dxa"/>
          </w:tcPr>
          <w:p w14:paraId="3E4791F7" w14:textId="77777777" w:rsidR="00D27B70" w:rsidRDefault="00D27B70">
            <w:pPr>
              <w:spacing w:line="276" w:lineRule="auto"/>
              <w:jc w:val="center"/>
            </w:pPr>
          </w:p>
        </w:tc>
        <w:tc>
          <w:tcPr>
            <w:tcW w:w="4575" w:type="dxa"/>
          </w:tcPr>
          <w:p w14:paraId="38AEC816" w14:textId="77777777" w:rsidR="00D27B70" w:rsidRDefault="00D27B70">
            <w:pPr>
              <w:spacing w:line="276" w:lineRule="auto"/>
              <w:rPr>
                <w:b/>
              </w:rPr>
            </w:pPr>
          </w:p>
          <w:p w14:paraId="4550BBDE" w14:textId="77777777" w:rsidR="00D27B70" w:rsidRDefault="00B02378">
            <w:pPr>
              <w:spacing w:line="276" w:lineRule="auto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109" w:type="dxa"/>
          </w:tcPr>
          <w:p w14:paraId="2EC8C1A8" w14:textId="77777777" w:rsidR="00D27B70" w:rsidRDefault="00D27B70">
            <w:pPr>
              <w:spacing w:line="276" w:lineRule="auto"/>
              <w:rPr>
                <w:b/>
              </w:rPr>
            </w:pPr>
          </w:p>
          <w:p w14:paraId="59E301FE" w14:textId="6FD0D35B" w:rsidR="00D27B70" w:rsidRDefault="007C7E5C">
            <w:pPr>
              <w:spacing w:line="276" w:lineRule="auto"/>
              <w:rPr>
                <w:b/>
              </w:rPr>
            </w:pPr>
            <w:r>
              <w:rPr>
                <w:b/>
              </w:rPr>
              <w:t>30</w:t>
            </w:r>
            <w:r w:rsidR="00B02378">
              <w:rPr>
                <w:b/>
              </w:rPr>
              <w:t xml:space="preserve"> ч.</w:t>
            </w:r>
          </w:p>
          <w:p w14:paraId="3198ACD2" w14:textId="4BE95BB4" w:rsidR="00D27B70" w:rsidRDefault="00D27B70">
            <w:pPr>
              <w:spacing w:line="276" w:lineRule="auto"/>
              <w:rPr>
                <w:b/>
              </w:rPr>
            </w:pPr>
          </w:p>
        </w:tc>
        <w:tc>
          <w:tcPr>
            <w:tcW w:w="1717" w:type="dxa"/>
          </w:tcPr>
          <w:p w14:paraId="38019D90" w14:textId="77777777" w:rsidR="00D27B70" w:rsidRDefault="00D27B70">
            <w:pPr>
              <w:spacing w:line="276" w:lineRule="auto"/>
            </w:pPr>
          </w:p>
        </w:tc>
      </w:tr>
    </w:tbl>
    <w:p w14:paraId="34802932" w14:textId="77777777" w:rsidR="00D27B70" w:rsidRDefault="00D27B70">
      <w:pPr>
        <w:spacing w:line="276" w:lineRule="auto"/>
        <w:jc w:val="center"/>
      </w:pPr>
    </w:p>
    <w:p w14:paraId="48247E5D" w14:textId="77777777" w:rsidR="00D27B70" w:rsidRDefault="00D27B70">
      <w:pPr>
        <w:spacing w:line="276" w:lineRule="auto"/>
        <w:jc w:val="center"/>
      </w:pPr>
    </w:p>
    <w:p w14:paraId="17539EF8" w14:textId="77777777" w:rsidR="00D27B70" w:rsidRDefault="00D27B70">
      <w:pPr>
        <w:spacing w:line="276" w:lineRule="auto"/>
      </w:pPr>
    </w:p>
    <w:p w14:paraId="21DB8590" w14:textId="77777777" w:rsidR="00D27B70" w:rsidRDefault="00D27B70">
      <w:pPr>
        <w:spacing w:line="276" w:lineRule="auto"/>
      </w:pPr>
    </w:p>
    <w:p w14:paraId="7F4F6F1F" w14:textId="77777777" w:rsidR="00D27B70" w:rsidRDefault="00D27B70">
      <w:pPr>
        <w:spacing w:line="276" w:lineRule="auto"/>
        <w:rPr>
          <w:b/>
        </w:rPr>
      </w:pPr>
    </w:p>
    <w:p w14:paraId="3E2C639F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6A418D83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4BD5994B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645778FE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3678E49E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780B8722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125FE3D8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69FE8507" w14:textId="77777777" w:rsidR="00D27B70" w:rsidRDefault="00D27B70">
      <w:pPr>
        <w:spacing w:line="276" w:lineRule="auto"/>
        <w:jc w:val="center"/>
        <w:rPr>
          <w:b/>
          <w:color w:val="C00000"/>
          <w:sz w:val="28"/>
          <w:szCs w:val="28"/>
        </w:rPr>
      </w:pPr>
    </w:p>
    <w:p w14:paraId="0DD033E7" w14:textId="77777777" w:rsidR="00D27B70" w:rsidRDefault="00D27B70">
      <w:pPr>
        <w:spacing w:line="276" w:lineRule="auto"/>
        <w:rPr>
          <w:b/>
          <w:color w:val="C00000"/>
          <w:sz w:val="28"/>
          <w:szCs w:val="28"/>
        </w:rPr>
      </w:pPr>
    </w:p>
    <w:p w14:paraId="2B4A87B1" w14:textId="77777777" w:rsidR="00D27B70" w:rsidRDefault="00B02378">
      <w:pPr>
        <w:spacing w:line="276" w:lineRule="auto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lastRenderedPageBreak/>
        <w:t>Список литературы</w:t>
      </w:r>
    </w:p>
    <w:p w14:paraId="67A86D36" w14:textId="77777777" w:rsidR="00D27B70" w:rsidRDefault="00D27B70">
      <w:pPr>
        <w:spacing w:line="276" w:lineRule="auto"/>
        <w:jc w:val="center"/>
        <w:rPr>
          <w:b/>
        </w:rPr>
      </w:pPr>
    </w:p>
    <w:p w14:paraId="480E5A13" w14:textId="77777777" w:rsidR="00D27B70" w:rsidRDefault="00D27B70">
      <w:pPr>
        <w:spacing w:line="276" w:lineRule="auto"/>
        <w:jc w:val="center"/>
        <w:rPr>
          <w:b/>
        </w:rPr>
      </w:pPr>
    </w:p>
    <w:p w14:paraId="18631778" w14:textId="77777777" w:rsidR="00D27B70" w:rsidRDefault="00B02378">
      <w:pPr>
        <w:numPr>
          <w:ilvl w:val="0"/>
          <w:numId w:val="2"/>
        </w:numPr>
        <w:spacing w:line="276" w:lineRule="auto"/>
      </w:pPr>
      <w:r>
        <w:t xml:space="preserve">А.В. </w:t>
      </w:r>
      <w:proofErr w:type="spellStart"/>
      <w:r>
        <w:t>Фарков</w:t>
      </w:r>
      <w:proofErr w:type="spellEnd"/>
      <w:r>
        <w:t>. Математические олимпиады в школе. 5-11 классы. М: Айрис Пресс 2003</w:t>
      </w:r>
    </w:p>
    <w:p w14:paraId="7F2E85E6" w14:textId="77777777" w:rsidR="00D27B70" w:rsidRDefault="00B02378">
      <w:pPr>
        <w:numPr>
          <w:ilvl w:val="0"/>
          <w:numId w:val="2"/>
        </w:numPr>
        <w:spacing w:line="276" w:lineRule="auto"/>
      </w:pPr>
      <w:r>
        <w:t xml:space="preserve">В.А. Гусев, </w:t>
      </w:r>
      <w:proofErr w:type="spellStart"/>
      <w:r>
        <w:t>И.Орлов</w:t>
      </w:r>
      <w:proofErr w:type="spellEnd"/>
      <w:r>
        <w:t>, А.Л. Розенталь. Внеклассная работа по математике в 7-9 классах. М: Просвещение 1995</w:t>
      </w:r>
    </w:p>
    <w:p w14:paraId="275FC57F" w14:textId="77777777" w:rsidR="00D27B70" w:rsidRDefault="00B02378">
      <w:pPr>
        <w:numPr>
          <w:ilvl w:val="0"/>
          <w:numId w:val="2"/>
        </w:numPr>
        <w:spacing w:line="276" w:lineRule="auto"/>
      </w:pPr>
      <w:proofErr w:type="spellStart"/>
      <w:r>
        <w:t>К.П.Кохоль</w:t>
      </w:r>
      <w:proofErr w:type="spellEnd"/>
      <w:r>
        <w:t>, А.И. Храбров, сл. Берлов. Задачи Санкт-Петербургской олимпиады школьников по математике. СПб: Невский диалект 2004</w:t>
      </w:r>
    </w:p>
    <w:p w14:paraId="718FD25B" w14:textId="77777777" w:rsidR="00D27B70" w:rsidRDefault="00B02378">
      <w:pPr>
        <w:numPr>
          <w:ilvl w:val="0"/>
          <w:numId w:val="2"/>
        </w:numPr>
        <w:spacing w:line="276" w:lineRule="auto"/>
      </w:pPr>
      <w:r>
        <w:t xml:space="preserve">И.Л. </w:t>
      </w:r>
      <w:proofErr w:type="spellStart"/>
      <w:r>
        <w:t>Бабинская</w:t>
      </w:r>
      <w:proofErr w:type="spellEnd"/>
      <w:r>
        <w:t>. Задачи математических олимпиад. М: Наука 1975</w:t>
      </w:r>
    </w:p>
    <w:p w14:paraId="24927F6F" w14:textId="77777777" w:rsidR="00D27B70" w:rsidRDefault="00B02378">
      <w:pPr>
        <w:numPr>
          <w:ilvl w:val="0"/>
          <w:numId w:val="2"/>
        </w:numPr>
        <w:spacing w:line="276" w:lineRule="auto"/>
      </w:pPr>
      <w:r>
        <w:t>И.С. Петраков. Математические олимпиады школьников. М: Просвещение.1982.</w:t>
      </w:r>
    </w:p>
    <w:p w14:paraId="221BE5CA" w14:textId="77777777" w:rsidR="00D27B70" w:rsidRDefault="00B02378">
      <w:pPr>
        <w:numPr>
          <w:ilvl w:val="0"/>
          <w:numId w:val="2"/>
        </w:numPr>
        <w:spacing w:line="276" w:lineRule="auto"/>
      </w:pPr>
      <w:r>
        <w:t xml:space="preserve">Н.Х. </w:t>
      </w:r>
      <w:proofErr w:type="spellStart"/>
      <w:r>
        <w:t>Агаханов</w:t>
      </w:r>
      <w:proofErr w:type="spellEnd"/>
      <w:r>
        <w:t xml:space="preserve">, Д.А., </w:t>
      </w:r>
      <w:proofErr w:type="spellStart"/>
      <w:r>
        <w:t>Терешин</w:t>
      </w:r>
      <w:proofErr w:type="spellEnd"/>
      <w:r>
        <w:t>, Г.М. Кузнецова. Школьные математические олимпиады. М. Дрофа 2001</w:t>
      </w:r>
    </w:p>
    <w:p w14:paraId="358DB510" w14:textId="77777777" w:rsidR="00D27B70" w:rsidRDefault="00B02378">
      <w:pPr>
        <w:numPr>
          <w:ilvl w:val="0"/>
          <w:numId w:val="2"/>
        </w:numPr>
        <w:spacing w:line="276" w:lineRule="auto"/>
      </w:pPr>
      <w:r>
        <w:t xml:space="preserve">С.Л. </w:t>
      </w:r>
      <w:proofErr w:type="spellStart"/>
      <w:r>
        <w:t>Евсюк</w:t>
      </w:r>
      <w:proofErr w:type="spellEnd"/>
      <w:r>
        <w:t>. Решение задач повышенной сложности Минск: «</w:t>
      </w:r>
      <w:proofErr w:type="spellStart"/>
      <w:r>
        <w:t>Мисанта</w:t>
      </w:r>
      <w:proofErr w:type="spellEnd"/>
      <w:r>
        <w:t>» 2003</w:t>
      </w:r>
    </w:p>
    <w:p w14:paraId="32597A4F" w14:textId="77777777" w:rsidR="00D27B70" w:rsidRDefault="00B02378">
      <w:pPr>
        <w:numPr>
          <w:ilvl w:val="0"/>
          <w:numId w:val="2"/>
        </w:numPr>
        <w:spacing w:line="276" w:lineRule="auto"/>
      </w:pPr>
      <w:r>
        <w:t>А.П. Карп. Даю уроки математики М: Просвещение 1992</w:t>
      </w:r>
    </w:p>
    <w:p w14:paraId="74E74857" w14:textId="77777777" w:rsidR="00D27B70" w:rsidRDefault="00B02378">
      <w:pPr>
        <w:numPr>
          <w:ilvl w:val="0"/>
          <w:numId w:val="2"/>
        </w:numPr>
        <w:spacing w:line="276" w:lineRule="auto"/>
      </w:pPr>
      <w:proofErr w:type="spellStart"/>
      <w:r>
        <w:t>И.Л.Никольская</w:t>
      </w:r>
      <w:proofErr w:type="spellEnd"/>
      <w:r>
        <w:t>. Факультативный курс по математике. М: Просвещение 1991</w:t>
      </w:r>
    </w:p>
    <w:p w14:paraId="723D1CF5" w14:textId="77777777" w:rsidR="00D27B70" w:rsidRDefault="00B02378">
      <w:pPr>
        <w:numPr>
          <w:ilvl w:val="0"/>
          <w:numId w:val="2"/>
        </w:numPr>
        <w:spacing w:line="276" w:lineRule="auto"/>
      </w:pPr>
      <w:r>
        <w:t xml:space="preserve">И.Ф. </w:t>
      </w:r>
      <w:proofErr w:type="spellStart"/>
      <w:r>
        <w:t>Шарыгин</w:t>
      </w:r>
      <w:proofErr w:type="spellEnd"/>
      <w:r>
        <w:t>. Факультативный курс по математике. М: Просвещение 1989</w:t>
      </w:r>
    </w:p>
    <w:p w14:paraId="748AF846" w14:textId="77777777" w:rsidR="00D27B70" w:rsidRDefault="00B02378">
      <w:pPr>
        <w:numPr>
          <w:ilvl w:val="0"/>
          <w:numId w:val="2"/>
        </w:numPr>
        <w:spacing w:line="276" w:lineRule="auto"/>
      </w:pPr>
      <w:r>
        <w:t xml:space="preserve">И.Ф. </w:t>
      </w:r>
      <w:proofErr w:type="spellStart"/>
      <w:r>
        <w:t>Шарыгин</w:t>
      </w:r>
      <w:proofErr w:type="spellEnd"/>
      <w:r>
        <w:t>, В.И. Голубев. Факультативный курс по математике. М: Просвещение 1991</w:t>
      </w:r>
    </w:p>
    <w:p w14:paraId="677B9C72" w14:textId="77777777" w:rsidR="00D27B70" w:rsidRDefault="00B02378">
      <w:pPr>
        <w:numPr>
          <w:ilvl w:val="0"/>
          <w:numId w:val="2"/>
        </w:numPr>
        <w:spacing w:line="276" w:lineRule="auto"/>
      </w:pPr>
      <w:r>
        <w:t>Журналы «Математика в школе», газеты, «Математика».</w:t>
      </w:r>
    </w:p>
    <w:p w14:paraId="04BB3D45" w14:textId="77777777" w:rsidR="00D27B70" w:rsidRDefault="00B02378">
      <w:pPr>
        <w:numPr>
          <w:ilvl w:val="0"/>
          <w:numId w:val="2"/>
        </w:numPr>
        <w:spacing w:line="276" w:lineRule="auto"/>
      </w:pPr>
      <w:r>
        <w:t xml:space="preserve">Перельман Я.И. Занимательная алгебра. </w:t>
      </w:r>
    </w:p>
    <w:p w14:paraId="52444722" w14:textId="77777777" w:rsidR="00D27B70" w:rsidRDefault="00B02378">
      <w:pPr>
        <w:numPr>
          <w:ilvl w:val="0"/>
          <w:numId w:val="2"/>
        </w:numPr>
        <w:spacing w:line="276" w:lineRule="auto"/>
      </w:pPr>
      <w:proofErr w:type="spellStart"/>
      <w:r>
        <w:t>Ню.В.В</w:t>
      </w:r>
      <w:proofErr w:type="spellEnd"/>
      <w:r>
        <w:t>. Варианты заданий по математике физико-математических турниров ЮФМЛ. Ханты- Мансийск.2008</w:t>
      </w:r>
    </w:p>
    <w:p w14:paraId="7E936694" w14:textId="77777777" w:rsidR="00D27B70" w:rsidRDefault="00D27B70">
      <w:pPr>
        <w:spacing w:line="276" w:lineRule="auto"/>
      </w:pPr>
    </w:p>
    <w:sectPr w:rsidR="00D27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C26ED"/>
    <w:multiLevelType w:val="multilevel"/>
    <w:tmpl w:val="51DC26ED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6FEB544F"/>
    <w:multiLevelType w:val="multilevel"/>
    <w:tmpl w:val="6FEB544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4BF"/>
    <w:rsid w:val="000156C7"/>
    <w:rsid w:val="000310F5"/>
    <w:rsid w:val="0003122B"/>
    <w:rsid w:val="00033B25"/>
    <w:rsid w:val="00051CC6"/>
    <w:rsid w:val="0006199F"/>
    <w:rsid w:val="000709F3"/>
    <w:rsid w:val="000740EB"/>
    <w:rsid w:val="000917A4"/>
    <w:rsid w:val="00097E87"/>
    <w:rsid w:val="000A2823"/>
    <w:rsid w:val="000A70DF"/>
    <w:rsid w:val="000B059C"/>
    <w:rsid w:val="000B479C"/>
    <w:rsid w:val="000B739A"/>
    <w:rsid w:val="000C2288"/>
    <w:rsid w:val="000C7C9F"/>
    <w:rsid w:val="000D0505"/>
    <w:rsid w:val="000D5B66"/>
    <w:rsid w:val="000D7D8E"/>
    <w:rsid w:val="00132139"/>
    <w:rsid w:val="00134485"/>
    <w:rsid w:val="00135F0A"/>
    <w:rsid w:val="001434A6"/>
    <w:rsid w:val="00182A22"/>
    <w:rsid w:val="00185199"/>
    <w:rsid w:val="001B16AB"/>
    <w:rsid w:val="001E5914"/>
    <w:rsid w:val="001F05C6"/>
    <w:rsid w:val="001F4D60"/>
    <w:rsid w:val="001F5449"/>
    <w:rsid w:val="00210C50"/>
    <w:rsid w:val="00214D21"/>
    <w:rsid w:val="00230D6B"/>
    <w:rsid w:val="00233DBA"/>
    <w:rsid w:val="002357C0"/>
    <w:rsid w:val="002452C7"/>
    <w:rsid w:val="002515FD"/>
    <w:rsid w:val="0025603D"/>
    <w:rsid w:val="00262538"/>
    <w:rsid w:val="002715C1"/>
    <w:rsid w:val="00284881"/>
    <w:rsid w:val="0028742C"/>
    <w:rsid w:val="00291BC7"/>
    <w:rsid w:val="0029216B"/>
    <w:rsid w:val="002A17AB"/>
    <w:rsid w:val="002A28E7"/>
    <w:rsid w:val="002B6230"/>
    <w:rsid w:val="002B6888"/>
    <w:rsid w:val="002D53AF"/>
    <w:rsid w:val="002D5D6F"/>
    <w:rsid w:val="002E12E6"/>
    <w:rsid w:val="002E255F"/>
    <w:rsid w:val="003002B6"/>
    <w:rsid w:val="003137EF"/>
    <w:rsid w:val="00327B0F"/>
    <w:rsid w:val="00342C6D"/>
    <w:rsid w:val="00376F27"/>
    <w:rsid w:val="00390146"/>
    <w:rsid w:val="0039251D"/>
    <w:rsid w:val="00393048"/>
    <w:rsid w:val="003B34BF"/>
    <w:rsid w:val="003C04BB"/>
    <w:rsid w:val="003D53C2"/>
    <w:rsid w:val="003F0E7B"/>
    <w:rsid w:val="003F1A3C"/>
    <w:rsid w:val="003F6134"/>
    <w:rsid w:val="00414A65"/>
    <w:rsid w:val="004155C2"/>
    <w:rsid w:val="00415A65"/>
    <w:rsid w:val="00420A6F"/>
    <w:rsid w:val="004213E4"/>
    <w:rsid w:val="00441100"/>
    <w:rsid w:val="004419ED"/>
    <w:rsid w:val="00446C20"/>
    <w:rsid w:val="004657B2"/>
    <w:rsid w:val="004A05DF"/>
    <w:rsid w:val="004A25CE"/>
    <w:rsid w:val="004B2BFB"/>
    <w:rsid w:val="004B55E9"/>
    <w:rsid w:val="004C3E33"/>
    <w:rsid w:val="004E21D8"/>
    <w:rsid w:val="004E4079"/>
    <w:rsid w:val="004E4754"/>
    <w:rsid w:val="004F2454"/>
    <w:rsid w:val="004F52B8"/>
    <w:rsid w:val="00506305"/>
    <w:rsid w:val="005126C2"/>
    <w:rsid w:val="00513BB2"/>
    <w:rsid w:val="00514FE6"/>
    <w:rsid w:val="005241A6"/>
    <w:rsid w:val="00525638"/>
    <w:rsid w:val="00527335"/>
    <w:rsid w:val="005304F6"/>
    <w:rsid w:val="0054330C"/>
    <w:rsid w:val="00543A41"/>
    <w:rsid w:val="00544614"/>
    <w:rsid w:val="00553129"/>
    <w:rsid w:val="0055315C"/>
    <w:rsid w:val="00570BA6"/>
    <w:rsid w:val="00574E25"/>
    <w:rsid w:val="00585F52"/>
    <w:rsid w:val="00592AD5"/>
    <w:rsid w:val="005948E8"/>
    <w:rsid w:val="005A4B67"/>
    <w:rsid w:val="005B0D83"/>
    <w:rsid w:val="005B5543"/>
    <w:rsid w:val="005B5A98"/>
    <w:rsid w:val="005C26DD"/>
    <w:rsid w:val="005C5826"/>
    <w:rsid w:val="005C6602"/>
    <w:rsid w:val="005D7269"/>
    <w:rsid w:val="005E0511"/>
    <w:rsid w:val="005F4D14"/>
    <w:rsid w:val="006042C9"/>
    <w:rsid w:val="00661DC3"/>
    <w:rsid w:val="00666EE7"/>
    <w:rsid w:val="006849E0"/>
    <w:rsid w:val="00685D83"/>
    <w:rsid w:val="00694BCF"/>
    <w:rsid w:val="0069628D"/>
    <w:rsid w:val="006A7B9E"/>
    <w:rsid w:val="006B31B3"/>
    <w:rsid w:val="006C5709"/>
    <w:rsid w:val="006D5D5A"/>
    <w:rsid w:val="006E534E"/>
    <w:rsid w:val="006E5F7B"/>
    <w:rsid w:val="006E7528"/>
    <w:rsid w:val="006F3544"/>
    <w:rsid w:val="006F65FC"/>
    <w:rsid w:val="00712375"/>
    <w:rsid w:val="00720C47"/>
    <w:rsid w:val="007229C3"/>
    <w:rsid w:val="00731343"/>
    <w:rsid w:val="00732221"/>
    <w:rsid w:val="00743260"/>
    <w:rsid w:val="00745883"/>
    <w:rsid w:val="00760442"/>
    <w:rsid w:val="00765443"/>
    <w:rsid w:val="00771DE5"/>
    <w:rsid w:val="00785E1F"/>
    <w:rsid w:val="0079167E"/>
    <w:rsid w:val="00792310"/>
    <w:rsid w:val="007932B9"/>
    <w:rsid w:val="007A48A4"/>
    <w:rsid w:val="007B0A8F"/>
    <w:rsid w:val="007B61D5"/>
    <w:rsid w:val="007C61F9"/>
    <w:rsid w:val="007C7E5C"/>
    <w:rsid w:val="007D564E"/>
    <w:rsid w:val="007E633E"/>
    <w:rsid w:val="007E7D44"/>
    <w:rsid w:val="007F2DAB"/>
    <w:rsid w:val="0080202F"/>
    <w:rsid w:val="00872DD7"/>
    <w:rsid w:val="008812CC"/>
    <w:rsid w:val="00887555"/>
    <w:rsid w:val="008A547F"/>
    <w:rsid w:val="008A6EA9"/>
    <w:rsid w:val="008B0705"/>
    <w:rsid w:val="008B11FD"/>
    <w:rsid w:val="008C388E"/>
    <w:rsid w:val="008C5E18"/>
    <w:rsid w:val="008D15A0"/>
    <w:rsid w:val="008D7559"/>
    <w:rsid w:val="008E55B9"/>
    <w:rsid w:val="008E5B70"/>
    <w:rsid w:val="008E76D7"/>
    <w:rsid w:val="008F722D"/>
    <w:rsid w:val="00910C3F"/>
    <w:rsid w:val="00912100"/>
    <w:rsid w:val="009146D1"/>
    <w:rsid w:val="00915C3D"/>
    <w:rsid w:val="00921072"/>
    <w:rsid w:val="009218FB"/>
    <w:rsid w:val="00926A99"/>
    <w:rsid w:val="00932266"/>
    <w:rsid w:val="009373DE"/>
    <w:rsid w:val="009423A2"/>
    <w:rsid w:val="00952824"/>
    <w:rsid w:val="009713B1"/>
    <w:rsid w:val="00982029"/>
    <w:rsid w:val="009A073E"/>
    <w:rsid w:val="009A3691"/>
    <w:rsid w:val="009B42B2"/>
    <w:rsid w:val="009D415F"/>
    <w:rsid w:val="00A06181"/>
    <w:rsid w:val="00A271E1"/>
    <w:rsid w:val="00A470C2"/>
    <w:rsid w:val="00A56C76"/>
    <w:rsid w:val="00A577C4"/>
    <w:rsid w:val="00A577E2"/>
    <w:rsid w:val="00A57842"/>
    <w:rsid w:val="00A60C11"/>
    <w:rsid w:val="00A71D73"/>
    <w:rsid w:val="00A77EA8"/>
    <w:rsid w:val="00A8663B"/>
    <w:rsid w:val="00A96531"/>
    <w:rsid w:val="00A966D8"/>
    <w:rsid w:val="00AA5D16"/>
    <w:rsid w:val="00AB09B5"/>
    <w:rsid w:val="00AC7F88"/>
    <w:rsid w:val="00AD3B8C"/>
    <w:rsid w:val="00AE3BEC"/>
    <w:rsid w:val="00B02378"/>
    <w:rsid w:val="00B20006"/>
    <w:rsid w:val="00B31DE3"/>
    <w:rsid w:val="00B3789B"/>
    <w:rsid w:val="00B51C54"/>
    <w:rsid w:val="00B5668B"/>
    <w:rsid w:val="00B65C5D"/>
    <w:rsid w:val="00B672C8"/>
    <w:rsid w:val="00B71634"/>
    <w:rsid w:val="00B84E35"/>
    <w:rsid w:val="00B868A8"/>
    <w:rsid w:val="00BA3347"/>
    <w:rsid w:val="00BA56CA"/>
    <w:rsid w:val="00BA6CA4"/>
    <w:rsid w:val="00BA6E42"/>
    <w:rsid w:val="00BB3C25"/>
    <w:rsid w:val="00BC0F8A"/>
    <w:rsid w:val="00BD5162"/>
    <w:rsid w:val="00BE1BBD"/>
    <w:rsid w:val="00BE35EF"/>
    <w:rsid w:val="00BF51CA"/>
    <w:rsid w:val="00C034EA"/>
    <w:rsid w:val="00C1251D"/>
    <w:rsid w:val="00C17FBC"/>
    <w:rsid w:val="00C200C8"/>
    <w:rsid w:val="00C246F6"/>
    <w:rsid w:val="00C27706"/>
    <w:rsid w:val="00C45C16"/>
    <w:rsid w:val="00C528D8"/>
    <w:rsid w:val="00C52DAB"/>
    <w:rsid w:val="00C54301"/>
    <w:rsid w:val="00C56090"/>
    <w:rsid w:val="00C63BA0"/>
    <w:rsid w:val="00C67AEF"/>
    <w:rsid w:val="00C7358F"/>
    <w:rsid w:val="00C766FF"/>
    <w:rsid w:val="00C81582"/>
    <w:rsid w:val="00C85352"/>
    <w:rsid w:val="00C97A1E"/>
    <w:rsid w:val="00CC7B6F"/>
    <w:rsid w:val="00CD5C29"/>
    <w:rsid w:val="00CE586C"/>
    <w:rsid w:val="00CF06EF"/>
    <w:rsid w:val="00D11E26"/>
    <w:rsid w:val="00D27B70"/>
    <w:rsid w:val="00D36450"/>
    <w:rsid w:val="00D40702"/>
    <w:rsid w:val="00D43B7E"/>
    <w:rsid w:val="00D5076D"/>
    <w:rsid w:val="00D6319F"/>
    <w:rsid w:val="00D63566"/>
    <w:rsid w:val="00D636B9"/>
    <w:rsid w:val="00D64F50"/>
    <w:rsid w:val="00D67791"/>
    <w:rsid w:val="00D70F0E"/>
    <w:rsid w:val="00D72A4D"/>
    <w:rsid w:val="00D81FE7"/>
    <w:rsid w:val="00D85B21"/>
    <w:rsid w:val="00D861BF"/>
    <w:rsid w:val="00D92338"/>
    <w:rsid w:val="00D941A6"/>
    <w:rsid w:val="00D97300"/>
    <w:rsid w:val="00DA56BB"/>
    <w:rsid w:val="00DA7F23"/>
    <w:rsid w:val="00DB6971"/>
    <w:rsid w:val="00DD3C4A"/>
    <w:rsid w:val="00E01A48"/>
    <w:rsid w:val="00E10917"/>
    <w:rsid w:val="00E30F24"/>
    <w:rsid w:val="00E31E48"/>
    <w:rsid w:val="00E509DD"/>
    <w:rsid w:val="00E5637A"/>
    <w:rsid w:val="00E60985"/>
    <w:rsid w:val="00E7050C"/>
    <w:rsid w:val="00E72AD6"/>
    <w:rsid w:val="00E73247"/>
    <w:rsid w:val="00E74BA0"/>
    <w:rsid w:val="00E96ABF"/>
    <w:rsid w:val="00EC1879"/>
    <w:rsid w:val="00EC49E1"/>
    <w:rsid w:val="00ED5CBC"/>
    <w:rsid w:val="00EE23DA"/>
    <w:rsid w:val="00F2702B"/>
    <w:rsid w:val="00F32B86"/>
    <w:rsid w:val="00F45819"/>
    <w:rsid w:val="00F47389"/>
    <w:rsid w:val="00F70A91"/>
    <w:rsid w:val="00F92E13"/>
    <w:rsid w:val="00F964BD"/>
    <w:rsid w:val="00FA21B5"/>
    <w:rsid w:val="00FD4B2B"/>
    <w:rsid w:val="00FF0655"/>
    <w:rsid w:val="31124108"/>
    <w:rsid w:val="519C4174"/>
    <w:rsid w:val="56D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A0004F-5426-4A2C-99C0-7EAC06FD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Document Map"/>
    <w:basedOn w:val="a"/>
    <w:link w:val="a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9">
    <w:name w:val="Title"/>
    <w:basedOn w:val="a"/>
    <w:link w:val="aa"/>
    <w:qFormat/>
    <w:pPr>
      <w:jc w:val="center"/>
      <w:outlineLvl w:val="0"/>
    </w:pPr>
    <w:rPr>
      <w:b/>
      <w:color w:val="000000"/>
      <w:sz w:val="32"/>
      <w:szCs w:val="20"/>
    </w:rPr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semiHidden/>
    <w:qFormat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qFormat/>
    <w:rPr>
      <w:sz w:val="24"/>
      <w:szCs w:val="24"/>
    </w:rPr>
  </w:style>
  <w:style w:type="character" w:customStyle="1" w:styleId="a6">
    <w:name w:val="Схема документа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character" w:customStyle="1" w:styleId="aa">
    <w:name w:val="Название Знак"/>
    <w:basedOn w:val="a0"/>
    <w:link w:val="a9"/>
    <w:qFormat/>
    <w:rPr>
      <w:b/>
      <w:color w:val="000000"/>
      <w:sz w:val="32"/>
    </w:rPr>
  </w:style>
  <w:style w:type="paragraph" w:styleId="ae">
    <w:name w:val="No Spacing"/>
    <w:uiPriority w:val="1"/>
    <w:qFormat/>
    <w:pPr>
      <w:suppressAutoHyphens/>
    </w:pPr>
    <w:rPr>
      <w:sz w:val="24"/>
      <w:szCs w:val="24"/>
      <w:lang w:eastAsia="zh-CN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94;&#1094;\Desktop\&#1050;&#1056;&#1059;&#1046;&#1054;&#1050;%205%20&#1050;&#1051;&#1040;&#1057;&#1057;%202016-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7B39710-DE93-43BA-995C-3B646AE3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КРУЖОК 5 КЛАСС 2016-2017</Template>
  <TotalTime>8</TotalTime>
  <Pages>8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«СОШ №3  с  углубленным  изучением  отдельных предметов» г</vt:lpstr>
    </vt:vector>
  </TitlesOfParts>
  <Company>Users</Company>
  <LinksUpToDate>false</LinksUpToDate>
  <CharactersWithSpaces>10062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«СОШ №3  с  углубленным  изучением  отдельных предметов» г</dc:title>
  <dc:creator>цц</dc:creator>
  <cp:lastModifiedBy>Магомедов Иосиф Маграмович</cp:lastModifiedBy>
  <cp:revision>11</cp:revision>
  <cp:lastPrinted>2017-06-19T02:35:00Z</cp:lastPrinted>
  <dcterms:created xsi:type="dcterms:W3CDTF">2025-10-09T08:10:00Z</dcterms:created>
  <dcterms:modified xsi:type="dcterms:W3CDTF">2025-10-10T06:15:00Z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F2425144B5B049A8B3AD88C3EAEA6975_12</vt:lpwstr>
  </property>
</Properties>
</file>